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5FB7D177" w:rsidR="004D4D73" w:rsidRPr="000B5522" w:rsidRDefault="00954D87" w:rsidP="000B5522">
          <w:pPr>
            <w:tabs>
              <w:tab w:val="left" w:pos="1848"/>
            </w:tabs>
            <w:sectPr w:rsidR="004D4D73" w:rsidRPr="000B5522" w:rsidSect="00AE1935">
              <w:headerReference w:type="default" r:id="rId12"/>
              <w:footerReference w:type="default" r:id="rId13"/>
              <w:headerReference w:type="first" r:id="rId14"/>
              <w:pgSz w:w="11906" w:h="16838" w:code="9"/>
              <w:pgMar w:top="568" w:right="1134" w:bottom="1560" w:left="1418" w:header="709" w:footer="709" w:gutter="0"/>
              <w:pgNumType w:start="0"/>
              <w:cols w:space="708"/>
              <w:docGrid w:linePitch="360"/>
            </w:sectPr>
          </w:pPr>
          <w:r>
            <w:rPr>
              <w:noProof/>
              <w:lang w:eastAsia="en-GB"/>
            </w:rPr>
            <mc:AlternateContent>
              <mc:Choice Requires="wps">
                <w:drawing>
                  <wp:anchor distT="0" distB="0" distL="182880" distR="182880" simplePos="0" relativeHeight="251658240" behindDoc="0" locked="0" layoutInCell="1" allowOverlap="1" wp14:anchorId="10AE38C9" wp14:editId="55B44FD8">
                    <wp:simplePos x="0" y="0"/>
                    <wp:positionH relativeFrom="margin">
                      <wp:posOffset>-15240</wp:posOffset>
                    </wp:positionH>
                    <wp:positionV relativeFrom="page">
                      <wp:posOffset>6305550</wp:posOffset>
                    </wp:positionV>
                    <wp:extent cx="6324600" cy="2505075"/>
                    <wp:effectExtent l="0" t="0" r="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98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" filled="f" stroked="f" strokeweight=".5pt">
                    <v:textbox inset="0,0,0,0">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A76FAF"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2235CC96" w:rsidR="00EC4BE0" w:rsidRPr="002C2206" w:rsidRDefault="00EC4BE0" w:rsidP="00B97414">
            <w:pPr>
              <w:rPr>
                <w:rFonts w:ascii="Arial" w:hAnsi="Arial" w:cs="Arial"/>
                <w:b/>
              </w:rPr>
            </w:pPr>
            <w:r w:rsidRPr="002C2206">
              <w:rPr>
                <w:rFonts w:ascii="Arial" w:hAnsi="Arial" w:cs="Arial"/>
                <w:b/>
              </w:rPr>
              <w:t>RFQ UA-</w:t>
            </w:r>
            <w:r w:rsidR="00775CFC">
              <w:rPr>
                <w:rFonts w:ascii="Arial" w:hAnsi="Arial" w:cs="Arial"/>
                <w:b/>
                <w:lang w:val="uk-UA"/>
              </w:rPr>
              <w:t>1</w:t>
            </w:r>
            <w:r w:rsidR="00A76FAF">
              <w:rPr>
                <w:rFonts w:ascii="Arial" w:hAnsi="Arial" w:cs="Arial"/>
                <w:b/>
                <w:lang w:val="en-US"/>
              </w:rPr>
              <w:t>90</w:t>
            </w:r>
            <w:r w:rsidRPr="002C2206">
              <w:rPr>
                <w:rFonts w:ascii="Arial" w:hAnsi="Arial" w:cs="Arial"/>
                <w:b/>
              </w:rPr>
              <w:t>_202</w:t>
            </w:r>
            <w:r w:rsidR="001D074F">
              <w:rPr>
                <w:rFonts w:ascii="Arial" w:hAnsi="Arial" w:cs="Arial"/>
                <w:b/>
              </w:rPr>
              <w:t>5</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350A26CF" w:rsidR="00640211" w:rsidRPr="002C2206" w:rsidRDefault="00005CF8" w:rsidP="00B97414">
            <w:pPr>
              <w:rPr>
                <w:rFonts w:ascii="Arial" w:hAnsi="Arial" w:cs="Arial"/>
                <w:b/>
                <w:iCs/>
              </w:rPr>
            </w:pPr>
            <w:r>
              <w:rPr>
                <w:rFonts w:ascii="Arial" w:hAnsi="Arial" w:cs="Arial"/>
                <w:b/>
                <w:iCs/>
              </w:rPr>
              <w:t>Oct</w:t>
            </w:r>
            <w:r w:rsidR="00782893">
              <w:rPr>
                <w:rFonts w:ascii="Arial" w:hAnsi="Arial" w:cs="Arial"/>
                <w:b/>
                <w:iCs/>
              </w:rPr>
              <w:t>.</w:t>
            </w:r>
            <w:r w:rsidR="00F06E49">
              <w:rPr>
                <w:rFonts w:ascii="Arial" w:hAnsi="Arial" w:cs="Arial"/>
                <w:b/>
                <w:iCs/>
              </w:rPr>
              <w:t xml:space="preserve"> </w:t>
            </w:r>
            <w:r w:rsidR="00EA6659">
              <w:rPr>
                <w:rFonts w:ascii="Arial" w:hAnsi="Arial" w:cs="Arial"/>
                <w:b/>
                <w:iCs/>
              </w:rPr>
              <w:t>09</w:t>
            </w:r>
            <w:r w:rsidR="00EC4BE0" w:rsidRPr="002C2206">
              <w:rPr>
                <w:rFonts w:ascii="Arial" w:hAnsi="Arial" w:cs="Arial"/>
                <w:b/>
                <w:iCs/>
              </w:rPr>
              <w:t>, 202</w:t>
            </w:r>
            <w:r w:rsidR="001D074F">
              <w:rPr>
                <w:rFonts w:ascii="Arial" w:hAnsi="Arial" w:cs="Arial"/>
                <w:b/>
                <w:iCs/>
              </w:rPr>
              <w:t>5</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 xml:space="preserve">Sven Marietta </w:t>
            </w:r>
            <w:proofErr w:type="spellStart"/>
            <w:proofErr w:type="gramStart"/>
            <w:r w:rsidRPr="002C2206">
              <w:rPr>
                <w:rFonts w:ascii="Arial" w:hAnsi="Arial" w:cs="Arial"/>
                <w:b/>
                <w:iCs/>
              </w:rPr>
              <w:t>A.Coppens</w:t>
            </w:r>
            <w:proofErr w:type="spellEnd"/>
            <w:proofErr w:type="gram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573F1024" w:rsidR="00640211" w:rsidRPr="005126D7" w:rsidRDefault="0090297B" w:rsidP="00B97414">
            <w:pPr>
              <w:rPr>
                <w:rFonts w:ascii="Arial" w:hAnsi="Arial" w:cs="Arial"/>
                <w:b/>
                <w:bCs/>
                <w:iCs/>
                <w:lang w:val="uk-UA"/>
              </w:rPr>
            </w:pPr>
            <w:r>
              <w:rPr>
                <w:rFonts w:ascii="Arial" w:hAnsi="Arial" w:cs="Arial"/>
                <w:b/>
                <w:iCs/>
              </w:rPr>
              <w:t>Oct.</w:t>
            </w:r>
            <w:r w:rsidR="00027F86">
              <w:rPr>
                <w:rFonts w:ascii="Arial" w:hAnsi="Arial" w:cs="Arial"/>
                <w:b/>
                <w:iCs/>
              </w:rPr>
              <w:t xml:space="preserve"> </w:t>
            </w:r>
            <w:r w:rsidR="00EA6659">
              <w:rPr>
                <w:rFonts w:ascii="Arial" w:hAnsi="Arial" w:cs="Arial"/>
                <w:b/>
                <w:iCs/>
              </w:rPr>
              <w:t>1</w:t>
            </w:r>
            <w:r w:rsidR="00803AED">
              <w:rPr>
                <w:rFonts w:ascii="Arial" w:hAnsi="Arial" w:cs="Arial"/>
                <w:b/>
                <w:iCs/>
              </w:rPr>
              <w:t>6</w:t>
            </w:r>
            <w:r w:rsidR="002C2206">
              <w:rPr>
                <w:rFonts w:ascii="Arial" w:hAnsi="Arial" w:cs="Arial"/>
                <w:b/>
                <w:bCs/>
                <w:iCs/>
              </w:rPr>
              <w:t xml:space="preserve">, </w:t>
            </w:r>
            <w:proofErr w:type="gramStart"/>
            <w:r w:rsidR="002C2206">
              <w:rPr>
                <w:rFonts w:ascii="Arial" w:hAnsi="Arial" w:cs="Arial"/>
                <w:b/>
                <w:bCs/>
                <w:iCs/>
              </w:rPr>
              <w:t>202</w:t>
            </w:r>
            <w:r w:rsidR="001D074F">
              <w:rPr>
                <w:rFonts w:ascii="Arial" w:hAnsi="Arial" w:cs="Arial"/>
                <w:b/>
                <w:bCs/>
                <w:iCs/>
              </w:rPr>
              <w:t>5</w:t>
            </w:r>
            <w:proofErr w:type="gramEnd"/>
            <w:r w:rsidR="00A76FAF">
              <w:rPr>
                <w:rFonts w:ascii="Arial" w:hAnsi="Arial" w:cs="Arial"/>
                <w:b/>
                <w:bCs/>
                <w:iCs/>
              </w:rPr>
              <w:t xml:space="preserve"> </w:t>
            </w:r>
          </w:p>
        </w:tc>
      </w:tr>
    </w:tbl>
    <w:p w14:paraId="10AE3853" w14:textId="77777777" w:rsidR="00640211" w:rsidRPr="003966C5" w:rsidRDefault="00640211" w:rsidP="00640211">
      <w:pPr>
        <w:rPr>
          <w:rFonts w:ascii="Arial" w:hAnsi="Arial" w:cs="Arial"/>
          <w:b/>
          <w:sz w:val="22"/>
          <w:lang w:val="uk-UA"/>
        </w:rPr>
      </w:pPr>
    </w:p>
    <w:p w14:paraId="10AE3854" w14:textId="77777777" w:rsidR="00640211" w:rsidRPr="00775CFC" w:rsidRDefault="00640211" w:rsidP="00640211">
      <w:pPr>
        <w:rPr>
          <w:rFonts w:ascii="Arial" w:hAnsi="Arial" w:cs="Arial"/>
          <w:b/>
          <w:sz w:val="22"/>
          <w:lang w:val="uk-UA"/>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bookmarkStart w:id="0" w:name="_Hlk191505491"/>
    <w:p w14:paraId="0136BBD1" w14:textId="55F02E5B" w:rsidR="001173C8" w:rsidRPr="00AE1935" w:rsidRDefault="001173C8" w:rsidP="00640211">
      <w:pPr>
        <w:spacing w:after="200" w:line="276" w:lineRule="auto"/>
        <w:rPr>
          <w:rStyle w:val="Hyperlink"/>
          <w:lang w:val="uk-UA"/>
        </w:rPr>
      </w:pPr>
      <w:r>
        <w:fldChar w:fldCharType="begin"/>
      </w:r>
      <w:r>
        <w:instrText>HYPERLINK</w:instrText>
      </w:r>
      <w:r w:rsidRPr="00AF7F24">
        <w:rPr>
          <w:lang w:val="uk-UA"/>
        </w:rPr>
        <w:instrText xml:space="preserve"> "</w:instrText>
      </w:r>
      <w:r>
        <w:instrText>mailto</w:instrText>
      </w:r>
      <w:r w:rsidRPr="00AF7F24">
        <w:rPr>
          <w:lang w:val="uk-UA"/>
        </w:rPr>
        <w:instrText>:</w:instrText>
      </w:r>
      <w:r>
        <w:instrText>ukraine</w:instrText>
      </w:r>
      <w:r w:rsidRPr="00AF7F24">
        <w:rPr>
          <w:lang w:val="uk-UA"/>
        </w:rPr>
        <w:instrText>.</w:instrText>
      </w:r>
      <w:r>
        <w:instrText>procurement</w:instrText>
      </w:r>
      <w:r w:rsidRPr="00AF7F24">
        <w:rPr>
          <w:lang w:val="uk-UA"/>
        </w:rPr>
        <w:instrText>@</w:instrText>
      </w:r>
      <w:r>
        <w:instrText>plan</w:instrText>
      </w:r>
      <w:r w:rsidRPr="00AF7F24">
        <w:rPr>
          <w:lang w:val="uk-UA"/>
        </w:rPr>
        <w:instrText>-</w:instrText>
      </w:r>
      <w:r>
        <w:instrText>international</w:instrText>
      </w:r>
      <w:r w:rsidRPr="00AF7F24">
        <w:rPr>
          <w:lang w:val="uk-UA"/>
        </w:rPr>
        <w:instrText>.</w:instrText>
      </w:r>
      <w:r>
        <w:instrText>org</w:instrText>
      </w:r>
      <w:r w:rsidRPr="00AF7F24">
        <w:rPr>
          <w:lang w:val="uk-UA"/>
        </w:rPr>
        <w:instrText>"</w:instrText>
      </w:r>
      <w:r>
        <w:fldChar w:fldCharType="separate"/>
      </w:r>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r>
        <w:fldChar w:fldCharType="end"/>
      </w:r>
      <w:r>
        <w:rPr>
          <w:rStyle w:val="Hyperlink"/>
          <w:lang w:val="uk-UA"/>
        </w:rPr>
        <w:t>,</w:t>
      </w:r>
      <w:r w:rsidRPr="001173C8">
        <w:rPr>
          <w:rFonts w:asciiTheme="majorHAnsi" w:hAnsiTheme="majorHAnsi" w:cstheme="majorHAnsi"/>
          <w:sz w:val="22"/>
          <w:lang w:val="uk-UA"/>
        </w:rPr>
        <w:t xml:space="preserve"> </w:t>
      </w:r>
      <w:hyperlink r:id="rId16" w:history="1">
        <w:r w:rsidR="00027F86" w:rsidRPr="00046FC3">
          <w:rPr>
            <w:rStyle w:val="Hyperlink"/>
            <w:rFonts w:asciiTheme="majorHAnsi" w:hAnsiTheme="majorHAnsi" w:cstheme="majorHAnsi"/>
            <w:sz w:val="22"/>
          </w:rPr>
          <w:t>lesia</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tsipkun</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plan</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international</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org</w:t>
        </w:r>
      </w:hyperlink>
      <w:r>
        <w:rPr>
          <w:rStyle w:val="Hyperlink"/>
          <w:rFonts w:asciiTheme="majorHAnsi" w:hAnsiTheme="majorHAnsi" w:cstheme="majorHAnsi"/>
          <w:sz w:val="22"/>
          <w:lang w:val="uk-UA"/>
        </w:rPr>
        <w:t>,</w:t>
      </w:r>
      <w:r>
        <w:rPr>
          <w:rFonts w:asciiTheme="majorHAnsi" w:hAnsiTheme="majorHAnsi" w:cstheme="majorHAnsi"/>
          <w:sz w:val="22"/>
          <w:lang w:val="uk-UA"/>
        </w:rPr>
        <w:t xml:space="preserve"> </w:t>
      </w:r>
      <w:hyperlink r:id="rId17" w:history="1">
        <w:r w:rsidRPr="001173C8">
          <w:rPr>
            <w:rStyle w:val="Hyperlink"/>
            <w:rFonts w:asciiTheme="majorHAnsi" w:hAnsiTheme="majorHAnsi" w:cstheme="majorHAnsi"/>
            <w:sz w:val="22"/>
            <w:lang w:val="en-US"/>
          </w:rPr>
          <w:t>Mykhailo</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Prokopets</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plan</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international</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org</w:t>
        </w:r>
      </w:hyperlink>
      <w:r>
        <w:rPr>
          <w:rFonts w:asciiTheme="majorHAnsi" w:hAnsiTheme="majorHAnsi" w:cstheme="majorHAnsi"/>
          <w:sz w:val="22"/>
          <w:lang w:val="uk-UA"/>
        </w:rPr>
        <w:t>,</w:t>
      </w:r>
      <w:r w:rsidRPr="001173C8">
        <w:rPr>
          <w:rFonts w:asciiTheme="majorHAnsi" w:hAnsiTheme="majorHAnsi" w:cstheme="majorHAnsi"/>
          <w:sz w:val="22"/>
          <w:lang w:val="uk-UA"/>
        </w:rPr>
        <w:t xml:space="preserve"> </w:t>
      </w:r>
      <w:hyperlink r:id="rId18"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bookmarkEnd w:id="0"/>
    <w:p w14:paraId="10AE3856" w14:textId="6DF593DF"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A76FAF"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 xml:space="preserve">We believe in the power and potential of every child. But this is often suppressed by poverty, violence, exclusion and discrimination. And </w:t>
            </w:r>
            <w:proofErr w:type="gramStart"/>
            <w:r w:rsidRPr="00C71051">
              <w:rPr>
                <w:rFonts w:ascii="Arial" w:hAnsi="Arial" w:cs="Arial"/>
              </w:rPr>
              <w:t>it’s</w:t>
            </w:r>
            <w:proofErr w:type="gramEnd"/>
            <w:r w:rsidRPr="00C71051">
              <w:rPr>
                <w:rFonts w:ascii="Arial" w:hAnsi="Arial" w:cs="Arial"/>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proofErr w:type="gramStart"/>
            <w:r>
              <w:rPr>
                <w:rFonts w:ascii="Arial" w:hAnsi="Arial" w:cs="Arial"/>
              </w:rPr>
              <w:t>85</w:t>
            </w:r>
            <w:r w:rsidRPr="00C71051">
              <w:rPr>
                <w:rFonts w:ascii="Arial" w:hAnsi="Arial" w:cs="Arial"/>
              </w:rPr>
              <w:t>years, and</w:t>
            </w:r>
            <w:proofErr w:type="gramEnd"/>
            <w:r w:rsidRPr="00C71051">
              <w:rPr>
                <w:rFonts w:ascii="Arial" w:hAnsi="Arial" w:cs="Arial"/>
              </w:rPr>
              <w:t xml:space="preserve">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20"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7287B339" w14:textId="5AF375F6" w:rsidR="00BE495C" w:rsidRPr="00BE495C" w:rsidRDefault="00640211" w:rsidP="00BE495C">
      <w:pPr>
        <w:pStyle w:val="ListParagraph"/>
        <w:numPr>
          <w:ilvl w:val="0"/>
          <w:numId w:val="21"/>
        </w:numPr>
        <w:rPr>
          <w:rFonts w:asciiTheme="majorHAnsi" w:hAnsiTheme="majorHAnsi" w:cstheme="majorHAnsi"/>
          <w:b/>
          <w:color w:val="0072CE"/>
          <w:sz w:val="22"/>
          <w:lang w:val="uk-UA"/>
        </w:rPr>
      </w:pPr>
      <w:r w:rsidRPr="00FA4FA5">
        <w:rPr>
          <w:rFonts w:asciiTheme="majorHAnsi" w:hAnsiTheme="majorHAnsi" w:cstheme="majorHAnsi"/>
          <w:b/>
          <w:color w:val="0072CE"/>
          <w:sz w:val="22"/>
        </w:rPr>
        <w:t>Requirements</w:t>
      </w:r>
      <w:r w:rsidR="00A76FC8" w:rsidRPr="00FA4FA5">
        <w:rPr>
          <w:rFonts w:asciiTheme="majorHAnsi" w:hAnsiTheme="majorHAnsi" w:cstheme="majorHAnsi"/>
          <w:b/>
          <w:color w:val="0072CE"/>
          <w:sz w:val="22"/>
          <w:lang w:val="uk-UA"/>
        </w:rPr>
        <w:t xml:space="preserve"> / Вимоги</w:t>
      </w:r>
      <w:r w:rsidR="006D2F84">
        <w:rPr>
          <w:rFonts w:asciiTheme="majorHAnsi" w:hAnsiTheme="majorHAnsi" w:cstheme="majorHAnsi"/>
          <w:b/>
          <w:color w:val="0072CE"/>
          <w:sz w:val="22"/>
          <w:lang w:val="uk-UA"/>
        </w:rPr>
        <w:t xml:space="preserve"> </w:t>
      </w:r>
    </w:p>
    <w:p w14:paraId="6EA9BCA4" w14:textId="2865FBDE" w:rsidR="00C47D74" w:rsidRPr="00BD75CA" w:rsidRDefault="00524FD2" w:rsidP="00C47D74">
      <w:pPr>
        <w:ind w:firstLine="567"/>
        <w:jc w:val="both"/>
        <w:rPr>
          <w:rFonts w:asciiTheme="majorHAnsi" w:eastAsia="Calibri" w:hAnsiTheme="majorHAnsi" w:cstheme="majorHAnsi"/>
          <w:b/>
          <w:bCs/>
          <w:sz w:val="22"/>
          <w:highlight w:val="yellow"/>
          <w:u w:color="000000"/>
          <w:lang w:val="uk-UA"/>
        </w:rPr>
      </w:pPr>
      <w:r w:rsidRPr="00524FD2">
        <w:rPr>
          <w:rFonts w:asciiTheme="majorHAnsi" w:eastAsia="Calibri" w:hAnsiTheme="majorHAnsi" w:cstheme="majorHAnsi"/>
          <w:sz w:val="22"/>
          <w:u w:color="000000"/>
          <w:lang w:val="uk-UA"/>
        </w:rPr>
        <w:t>Представництво іноземної неурядової організації План Інтернешенал, інк. (далі Plan International)</w:t>
      </w:r>
      <w:r w:rsidR="00BD75CA">
        <w:rPr>
          <w:rFonts w:asciiTheme="majorHAnsi" w:eastAsia="Calibri" w:hAnsiTheme="majorHAnsi" w:cstheme="majorHAnsi"/>
          <w:sz w:val="22"/>
          <w:u w:color="000000"/>
          <w:lang w:val="uk-UA"/>
        </w:rPr>
        <w:t xml:space="preserve"> </w:t>
      </w:r>
      <w:r w:rsidR="00C47D74" w:rsidRPr="00524FD2">
        <w:rPr>
          <w:rFonts w:asciiTheme="majorHAnsi" w:eastAsia="Calibri" w:hAnsiTheme="majorHAnsi" w:cstheme="majorHAnsi"/>
          <w:sz w:val="22"/>
          <w:u w:color="000000"/>
          <w:lang w:val="uk-UA"/>
        </w:rPr>
        <w:t xml:space="preserve">оголошує зацікавленість у пошуку </w:t>
      </w:r>
      <w:r w:rsidR="00C47D74" w:rsidRPr="00BD75CA">
        <w:rPr>
          <w:rFonts w:asciiTheme="majorHAnsi" w:eastAsia="Calibri" w:hAnsiTheme="majorHAnsi" w:cstheme="majorHAnsi"/>
          <w:b/>
          <w:bCs/>
          <w:sz w:val="22"/>
          <w:u w:color="000000"/>
          <w:lang w:val="uk-UA"/>
        </w:rPr>
        <w:t xml:space="preserve">постачальника </w:t>
      </w:r>
      <w:r w:rsidR="00A76FAF" w:rsidRPr="00BD75CA">
        <w:rPr>
          <w:rFonts w:asciiTheme="majorHAnsi" w:eastAsia="Calibri" w:hAnsiTheme="majorHAnsi" w:cstheme="majorHAnsi"/>
          <w:b/>
          <w:bCs/>
          <w:sz w:val="22"/>
          <w:u w:color="000000"/>
          <w:lang w:val="uk-UA"/>
        </w:rPr>
        <w:t>для наданн</w:t>
      </w:r>
      <w:r w:rsidR="00803AED">
        <w:rPr>
          <w:rFonts w:asciiTheme="majorHAnsi" w:eastAsia="Calibri" w:hAnsiTheme="majorHAnsi" w:cstheme="majorHAnsi"/>
          <w:b/>
          <w:bCs/>
          <w:sz w:val="22"/>
          <w:u w:color="000000"/>
          <w:lang w:val="uk-UA"/>
        </w:rPr>
        <w:t>я</w:t>
      </w:r>
      <w:r w:rsidR="00A76FAF" w:rsidRPr="00BD75CA">
        <w:rPr>
          <w:rFonts w:asciiTheme="majorHAnsi" w:eastAsia="Calibri" w:hAnsiTheme="majorHAnsi" w:cstheme="majorHAnsi"/>
          <w:b/>
          <w:bCs/>
          <w:sz w:val="22"/>
          <w:u w:color="000000"/>
          <w:lang w:val="uk-UA"/>
        </w:rPr>
        <w:t xml:space="preserve"> послуг тренера </w:t>
      </w:r>
      <w:r w:rsidR="00BD75CA" w:rsidRPr="00BD75CA">
        <w:rPr>
          <w:rFonts w:asciiTheme="majorHAnsi" w:eastAsia="Calibri" w:hAnsiTheme="majorHAnsi" w:cstheme="majorHAnsi"/>
          <w:b/>
          <w:bCs/>
          <w:sz w:val="22"/>
          <w:u w:color="000000"/>
          <w:lang w:val="uk-UA"/>
        </w:rPr>
        <w:t>для проведення чотириденного тренінгу для тренерів програми «Чемпіони Змін»</w:t>
      </w:r>
      <w:r w:rsidR="00C47D74" w:rsidRPr="00BD75CA">
        <w:rPr>
          <w:rFonts w:asciiTheme="majorHAnsi" w:eastAsia="Calibri" w:hAnsiTheme="majorHAnsi" w:cstheme="majorHAnsi"/>
          <w:b/>
          <w:bCs/>
          <w:sz w:val="22"/>
          <w:u w:color="000000"/>
          <w:lang w:val="uk-UA"/>
        </w:rPr>
        <w:t>,</w:t>
      </w:r>
      <w:r w:rsidR="00FF3B4D" w:rsidRPr="00FF3B4D">
        <w:rPr>
          <w:rFonts w:asciiTheme="majorHAnsi" w:eastAsia="Calibri" w:hAnsiTheme="majorHAnsi" w:cstheme="majorHAnsi"/>
          <w:sz w:val="22"/>
          <w:u w:color="000000"/>
          <w:lang w:val="uk-UA"/>
        </w:rPr>
        <w:t xml:space="preserve"> </w:t>
      </w:r>
      <w:r w:rsidR="00C47D74" w:rsidRPr="00AB5FB0">
        <w:rPr>
          <w:rFonts w:asciiTheme="majorHAnsi" w:eastAsia="Calibri" w:hAnsiTheme="majorHAnsi" w:cstheme="majorHAnsi"/>
          <w:sz w:val="22"/>
          <w:u w:color="000000"/>
          <w:lang w:val="uk-UA"/>
        </w:rPr>
        <w:t xml:space="preserve">який відбудеться </w:t>
      </w:r>
      <w:r w:rsidR="00A76FAF" w:rsidRPr="00BD75CA">
        <w:rPr>
          <w:rFonts w:asciiTheme="majorHAnsi" w:eastAsia="Calibri" w:hAnsiTheme="majorHAnsi" w:cstheme="majorHAnsi"/>
          <w:b/>
          <w:bCs/>
          <w:sz w:val="22"/>
          <w:u w:color="000000"/>
          <w:lang w:val="uk-UA"/>
        </w:rPr>
        <w:t>27</w:t>
      </w:r>
      <w:r w:rsidR="00A94497" w:rsidRPr="00BD75CA">
        <w:rPr>
          <w:rFonts w:asciiTheme="majorHAnsi" w:eastAsia="Calibri" w:hAnsiTheme="majorHAnsi" w:cstheme="majorHAnsi"/>
          <w:b/>
          <w:bCs/>
          <w:sz w:val="22"/>
          <w:u w:color="000000"/>
          <w:lang w:val="uk-UA"/>
        </w:rPr>
        <w:t>-3</w:t>
      </w:r>
      <w:r w:rsidR="00A76FAF" w:rsidRPr="00BD75CA">
        <w:rPr>
          <w:rFonts w:asciiTheme="majorHAnsi" w:eastAsia="Calibri" w:hAnsiTheme="majorHAnsi" w:cstheme="majorHAnsi"/>
          <w:b/>
          <w:bCs/>
          <w:sz w:val="22"/>
          <w:u w:color="000000"/>
          <w:lang w:val="uk-UA"/>
        </w:rPr>
        <w:t>0</w:t>
      </w:r>
      <w:r w:rsidR="00C47D74" w:rsidRPr="00BD75CA">
        <w:rPr>
          <w:rFonts w:asciiTheme="majorHAnsi" w:eastAsia="Calibri" w:hAnsiTheme="majorHAnsi" w:cstheme="majorHAnsi"/>
          <w:b/>
          <w:bCs/>
          <w:sz w:val="22"/>
          <w:u w:color="000000"/>
          <w:lang w:val="uk-UA"/>
        </w:rPr>
        <w:t xml:space="preserve"> </w:t>
      </w:r>
      <w:r w:rsidR="005677DF" w:rsidRPr="00BD75CA">
        <w:rPr>
          <w:rFonts w:asciiTheme="majorHAnsi" w:eastAsia="Calibri" w:hAnsiTheme="majorHAnsi" w:cstheme="majorHAnsi"/>
          <w:b/>
          <w:bCs/>
          <w:sz w:val="22"/>
          <w:u w:color="000000"/>
          <w:lang w:val="uk-UA"/>
        </w:rPr>
        <w:t>жовтня</w:t>
      </w:r>
      <w:r w:rsidR="00C47D74" w:rsidRPr="00BD75CA">
        <w:rPr>
          <w:rFonts w:asciiTheme="majorHAnsi" w:eastAsia="Calibri" w:hAnsiTheme="majorHAnsi" w:cstheme="majorHAnsi"/>
          <w:b/>
          <w:bCs/>
          <w:sz w:val="22"/>
          <w:u w:color="000000"/>
          <w:lang w:val="uk-UA"/>
        </w:rPr>
        <w:t xml:space="preserve"> 2025 року у м.Київ</w:t>
      </w:r>
      <w:r w:rsidR="00C47D74" w:rsidRPr="00AB5FB0">
        <w:rPr>
          <w:rFonts w:asciiTheme="majorHAnsi" w:eastAsia="Calibri" w:hAnsiTheme="majorHAnsi" w:cstheme="majorHAnsi"/>
          <w:sz w:val="22"/>
          <w:u w:color="000000"/>
          <w:lang w:val="uk-UA"/>
        </w:rPr>
        <w:t>.</w:t>
      </w:r>
      <w:r w:rsidR="00BD75CA">
        <w:rPr>
          <w:rFonts w:asciiTheme="majorHAnsi" w:eastAsia="Calibri" w:hAnsiTheme="majorHAnsi" w:cstheme="majorHAnsi"/>
          <w:sz w:val="22"/>
          <w:u w:color="000000"/>
          <w:lang w:val="uk-UA"/>
        </w:rPr>
        <w:t xml:space="preserve"> Детальна інформація щодо технічного завдання додається у додатку </w:t>
      </w:r>
      <w:r w:rsidR="00BD75CA" w:rsidRPr="00BD75CA">
        <w:rPr>
          <w:rFonts w:asciiTheme="majorHAnsi" w:eastAsia="Calibri" w:hAnsiTheme="majorHAnsi" w:cstheme="majorHAnsi"/>
          <w:b/>
          <w:bCs/>
          <w:sz w:val="22"/>
          <w:u w:color="000000"/>
          <w:lang w:val="uk-UA"/>
        </w:rPr>
        <w:t>Annex 1.1</w:t>
      </w:r>
      <w:r w:rsidR="00BD75CA" w:rsidRPr="00BD75CA">
        <w:rPr>
          <w:rFonts w:asciiTheme="majorHAnsi" w:eastAsia="Calibri" w:hAnsiTheme="majorHAnsi" w:cstheme="majorHAnsi"/>
          <w:b/>
          <w:bCs/>
          <w:sz w:val="22"/>
          <w:u w:color="000000"/>
          <w:lang w:val="uk-UA"/>
        </w:rPr>
        <w:t>.</w:t>
      </w:r>
    </w:p>
    <w:p w14:paraId="742F8DAE" w14:textId="77777777" w:rsidR="004570F6" w:rsidRPr="00834407" w:rsidRDefault="004570F6" w:rsidP="004570F6">
      <w:pPr>
        <w:ind w:firstLine="567"/>
        <w:jc w:val="both"/>
        <w:rPr>
          <w:rFonts w:asciiTheme="majorHAnsi" w:hAnsiTheme="majorHAnsi" w:cstheme="majorHAnsi"/>
          <w:b/>
          <w:bCs/>
          <w:sz w:val="22"/>
          <w:lang w:val="uk-UA"/>
        </w:rPr>
      </w:pPr>
    </w:p>
    <w:p w14:paraId="6CB23256" w14:textId="19625558" w:rsidR="00606915" w:rsidRPr="005C1BA2" w:rsidRDefault="006E063F" w:rsidP="00165BA1">
      <w:pPr>
        <w:ind w:firstLine="567"/>
        <w:jc w:val="both"/>
        <w:rPr>
          <w:rFonts w:asciiTheme="majorHAnsi" w:eastAsia="Calibri" w:hAnsiTheme="majorHAnsi" w:cstheme="majorHAnsi"/>
          <w:sz w:val="22"/>
          <w:u w:color="000000"/>
          <w:lang w:val="uk-UA"/>
        </w:rPr>
      </w:pPr>
      <w:r w:rsidRPr="002E74A4">
        <w:rPr>
          <w:rFonts w:asciiTheme="majorHAnsi" w:eastAsia="Calibri" w:hAnsiTheme="majorHAnsi" w:cstheme="majorHAnsi"/>
          <w:sz w:val="22"/>
          <w:u w:color="000000"/>
          <w:lang w:val="uk-UA"/>
        </w:rPr>
        <w:lastRenderedPageBreak/>
        <w:t>Оплата послуг</w:t>
      </w:r>
      <w:r w:rsidR="00803AED">
        <w:rPr>
          <w:rFonts w:asciiTheme="majorHAnsi" w:eastAsia="Calibri" w:hAnsiTheme="majorHAnsi" w:cstheme="majorHAnsi"/>
          <w:sz w:val="22"/>
          <w:u w:color="000000"/>
          <w:lang w:val="uk-UA"/>
        </w:rPr>
        <w:t xml:space="preserve"> </w:t>
      </w:r>
      <w:r w:rsidRPr="002E74A4">
        <w:rPr>
          <w:rFonts w:asciiTheme="majorHAnsi" w:eastAsia="Calibri" w:hAnsiTheme="majorHAnsi" w:cstheme="majorHAnsi"/>
          <w:sz w:val="22"/>
          <w:u w:color="000000"/>
          <w:lang w:val="uk-UA"/>
        </w:rPr>
        <w:t xml:space="preserve">здійснюватиметься </w:t>
      </w:r>
      <w:r w:rsidR="002E74A4" w:rsidRPr="002E74A4">
        <w:rPr>
          <w:rFonts w:asciiTheme="majorHAnsi" w:eastAsia="Calibri" w:hAnsiTheme="majorHAnsi" w:cstheme="majorHAnsi"/>
          <w:sz w:val="22"/>
          <w:u w:color="000000"/>
          <w:lang w:val="uk-UA"/>
        </w:rPr>
        <w:t xml:space="preserve">у межах реалізації </w:t>
      </w:r>
      <w:r w:rsidR="002E74A4" w:rsidRPr="002E74A4">
        <w:rPr>
          <w:rFonts w:asciiTheme="majorHAnsi" w:eastAsia="Calibri" w:hAnsiTheme="majorHAnsi" w:cstheme="majorHAnsi"/>
          <w:b/>
          <w:bCs/>
          <w:sz w:val="22"/>
          <w:u w:color="000000"/>
          <w:lang w:val="uk-UA"/>
        </w:rPr>
        <w:t>проєкту</w:t>
      </w:r>
      <w:r w:rsidR="00E3509D" w:rsidRPr="00BC2B27">
        <w:rPr>
          <w:rFonts w:asciiTheme="majorHAnsi" w:eastAsia="Calibri" w:hAnsiTheme="majorHAnsi" w:cstheme="majorHAnsi"/>
          <w:b/>
          <w:bCs/>
          <w:sz w:val="22"/>
          <w:u w:color="000000"/>
          <w:lang w:val="uk-UA"/>
        </w:rPr>
        <w:t>:</w:t>
      </w:r>
      <w:r w:rsidR="002E74A4" w:rsidRPr="002E74A4">
        <w:rPr>
          <w:rFonts w:asciiTheme="majorHAnsi" w:eastAsia="Calibri" w:hAnsiTheme="majorHAnsi" w:cstheme="majorHAnsi"/>
          <w:b/>
          <w:bCs/>
          <w:sz w:val="22"/>
          <w:u w:color="000000"/>
          <w:lang w:val="uk-UA"/>
        </w:rPr>
        <w:t xml:space="preserve"> </w:t>
      </w:r>
      <w:r w:rsidR="00365905" w:rsidRPr="00FF12DA">
        <w:rPr>
          <w:rFonts w:asciiTheme="majorHAnsi" w:eastAsia="Calibri" w:hAnsiTheme="majorHAnsi" w:cstheme="majorHAnsi"/>
          <w:b/>
          <w:bCs/>
          <w:sz w:val="22"/>
          <w:u w:color="000000"/>
          <w:lang w:val="uk-UA"/>
        </w:rPr>
        <w:t>«Стаємо Сильнішими:</w:t>
      </w:r>
      <w:r w:rsidR="00365905" w:rsidRPr="00FF12DA">
        <w:rPr>
          <w:rFonts w:ascii="Times New Roman" w:hAnsi="Times New Roman" w:cs="Times New Roman"/>
          <w:b/>
          <w:bCs/>
          <w:sz w:val="28"/>
          <w:szCs w:val="28"/>
          <w:lang w:val="uk-UA"/>
        </w:rPr>
        <w:t xml:space="preserve"> </w:t>
      </w:r>
      <w:r w:rsidR="00365905" w:rsidRPr="00FF12DA">
        <w:rPr>
          <w:rFonts w:asciiTheme="majorHAnsi" w:eastAsia="Calibri" w:hAnsiTheme="majorHAnsi" w:cstheme="majorHAnsi"/>
          <w:b/>
          <w:bCs/>
          <w:sz w:val="22"/>
          <w:u w:color="000000"/>
          <w:lang w:val="uk-UA"/>
        </w:rPr>
        <w:t>Підвищення життєстійкості та захисту підлітків і жінок в Україні, що постраждали від конфліктів».</w:t>
      </w:r>
    </w:p>
    <w:p w14:paraId="07F3D833" w14:textId="77777777" w:rsidR="00BD75CA" w:rsidRPr="00BD75CA" w:rsidRDefault="0012424A" w:rsidP="00BD75CA">
      <w:pPr>
        <w:ind w:firstLine="567"/>
        <w:jc w:val="both"/>
        <w:rPr>
          <w:rFonts w:asciiTheme="majorHAnsi" w:eastAsia="Calibri" w:hAnsiTheme="majorHAnsi" w:cstheme="majorHAnsi"/>
          <w:sz w:val="22"/>
          <w:u w:color="000000"/>
          <w:lang w:bidi="en-US"/>
        </w:rPr>
      </w:pPr>
      <w:r w:rsidRPr="0012424A">
        <w:rPr>
          <w:rFonts w:asciiTheme="majorHAnsi" w:eastAsia="Calibri" w:hAnsiTheme="majorHAnsi" w:cstheme="majorHAnsi"/>
          <w:sz w:val="22"/>
          <w:u w:color="000000"/>
        </w:rPr>
        <w:t xml:space="preserve">The representative office of the foreign non-governmental organization Plan International, Inc. (hereinafter referred to as Plan International) announces its interest </w:t>
      </w:r>
      <w:r w:rsidR="00BD75CA" w:rsidRPr="00BD75CA">
        <w:rPr>
          <w:rFonts w:asciiTheme="majorHAnsi" w:eastAsia="Calibri" w:hAnsiTheme="majorHAnsi" w:cstheme="majorHAnsi"/>
          <w:sz w:val="22"/>
          <w:u w:color="000000"/>
          <w:lang w:bidi="en-US"/>
        </w:rPr>
        <w:t xml:space="preserve">announces its interest in finding a </w:t>
      </w:r>
      <w:r w:rsidR="00BD75CA" w:rsidRPr="00BD75CA">
        <w:rPr>
          <w:rFonts w:asciiTheme="majorHAnsi" w:eastAsia="Calibri" w:hAnsiTheme="majorHAnsi" w:cstheme="majorHAnsi"/>
          <w:b/>
          <w:bCs/>
          <w:sz w:val="22"/>
          <w:u w:color="000000"/>
          <w:lang w:bidi="en-US"/>
        </w:rPr>
        <w:t>supplier to provide training services for a four-day training course for trainers of the Champions of Change program,</w:t>
      </w:r>
      <w:r w:rsidR="00BD75CA" w:rsidRPr="00BD75CA">
        <w:rPr>
          <w:rFonts w:asciiTheme="majorHAnsi" w:eastAsia="Calibri" w:hAnsiTheme="majorHAnsi" w:cstheme="majorHAnsi"/>
          <w:sz w:val="22"/>
          <w:u w:color="000000"/>
          <w:lang w:bidi="en-US"/>
        </w:rPr>
        <w:t xml:space="preserve"> which will take place </w:t>
      </w:r>
      <w:r w:rsidR="00BD75CA" w:rsidRPr="00BD75CA">
        <w:rPr>
          <w:rFonts w:asciiTheme="majorHAnsi" w:eastAsia="Calibri" w:hAnsiTheme="majorHAnsi" w:cstheme="majorHAnsi"/>
          <w:b/>
          <w:bCs/>
          <w:sz w:val="22"/>
          <w:u w:color="000000"/>
          <w:lang w:bidi="en-US"/>
        </w:rPr>
        <w:t>on October 27-30, 2025, in Kyiv</w:t>
      </w:r>
      <w:r w:rsidR="00BD75CA" w:rsidRPr="00BD75CA">
        <w:rPr>
          <w:rFonts w:asciiTheme="majorHAnsi" w:eastAsia="Calibri" w:hAnsiTheme="majorHAnsi" w:cstheme="majorHAnsi"/>
          <w:sz w:val="22"/>
          <w:u w:color="000000"/>
          <w:lang w:bidi="en-US"/>
        </w:rPr>
        <w:t xml:space="preserve">. Detailed information on the technical specifications is provided in </w:t>
      </w:r>
      <w:r w:rsidR="00BD75CA" w:rsidRPr="00BD75CA">
        <w:rPr>
          <w:rFonts w:asciiTheme="majorHAnsi" w:eastAsia="Calibri" w:hAnsiTheme="majorHAnsi" w:cstheme="majorHAnsi"/>
          <w:b/>
          <w:bCs/>
          <w:sz w:val="22"/>
          <w:u w:color="000000"/>
          <w:lang w:bidi="en-US"/>
        </w:rPr>
        <w:t>Annex 1.1.</w:t>
      </w:r>
    </w:p>
    <w:p w14:paraId="7ABC0003" w14:textId="64318F01" w:rsidR="00387CC2" w:rsidRPr="005328D6" w:rsidRDefault="005328D6" w:rsidP="00387CC2">
      <w:pPr>
        <w:jc w:val="both"/>
        <w:rPr>
          <w:rFonts w:asciiTheme="majorHAnsi" w:hAnsiTheme="majorHAnsi" w:cstheme="majorHAnsi"/>
          <w:b/>
          <w:bCs/>
          <w:color w:val="auto"/>
          <w:sz w:val="22"/>
          <w:lang w:val="uk-UA"/>
        </w:rPr>
      </w:pPr>
      <w:r>
        <w:rPr>
          <w:rFonts w:asciiTheme="majorHAnsi" w:hAnsiTheme="majorHAnsi" w:cstheme="majorHAnsi"/>
          <w:color w:val="auto"/>
          <w:sz w:val="22"/>
          <w:lang w:val="uk-UA"/>
        </w:rPr>
        <w:t xml:space="preserve">         </w:t>
      </w:r>
      <w:r w:rsidRPr="005328D6">
        <w:rPr>
          <w:rFonts w:asciiTheme="majorHAnsi" w:hAnsiTheme="majorHAnsi" w:cstheme="majorHAnsi"/>
          <w:color w:val="auto"/>
          <w:sz w:val="22"/>
          <w:lang w:val="uk-UA"/>
        </w:rPr>
        <w:t xml:space="preserve">Payment for services will be made within the framework of the project: </w:t>
      </w:r>
      <w:r w:rsidRPr="005328D6">
        <w:rPr>
          <w:rFonts w:asciiTheme="majorHAnsi" w:hAnsiTheme="majorHAnsi" w:cstheme="majorHAnsi"/>
          <w:b/>
          <w:bCs/>
          <w:color w:val="auto"/>
          <w:sz w:val="22"/>
          <w:lang w:val="uk-UA"/>
        </w:rPr>
        <w:t>“Becoming Stronger: Increasing the Resilience and Protection of Adolescents and Women in Ukraine Affected by Conflict.”</w:t>
      </w:r>
    </w:p>
    <w:p w14:paraId="2005012B" w14:textId="77777777" w:rsidR="00D768D2" w:rsidRPr="007328FD" w:rsidRDefault="00D768D2" w:rsidP="00D768D2">
      <w:pPr>
        <w:jc w:val="both"/>
        <w:rPr>
          <w:rFonts w:asciiTheme="majorHAnsi" w:hAnsiTheme="majorHAnsi" w:cstheme="majorHAnsi"/>
          <w:b/>
          <w:color w:val="0072CE"/>
          <w:sz w:val="22"/>
          <w:lang w:val="uk-UA"/>
        </w:rPr>
      </w:pPr>
      <w:r w:rsidRPr="007328FD">
        <w:rPr>
          <w:rFonts w:asciiTheme="majorHAnsi" w:hAnsiTheme="majorHAnsi" w:cstheme="majorHAnsi"/>
          <w:b/>
          <w:color w:val="0072CE"/>
          <w:sz w:val="22"/>
        </w:rPr>
        <w:t>Requirements (to be met in full):</w:t>
      </w:r>
      <w:r>
        <w:rPr>
          <w:rFonts w:asciiTheme="majorHAnsi" w:hAnsiTheme="majorHAnsi" w:cstheme="majorHAnsi"/>
          <w:b/>
          <w:color w:val="0072CE"/>
          <w:sz w:val="22"/>
          <w:lang w:val="uk-UA"/>
        </w:rPr>
        <w:t xml:space="preserve"> / Обов’язкові вимоги:</w:t>
      </w:r>
    </w:p>
    <w:tbl>
      <w:tblPr>
        <w:tblStyle w:val="TableGrid"/>
        <w:tblW w:w="9355" w:type="dxa"/>
        <w:tblLook w:val="04A0" w:firstRow="1" w:lastRow="0" w:firstColumn="1" w:lastColumn="0" w:noHBand="0" w:noVBand="1"/>
      </w:tblPr>
      <w:tblGrid>
        <w:gridCol w:w="1083"/>
        <w:gridCol w:w="6476"/>
        <w:gridCol w:w="807"/>
        <w:gridCol w:w="989"/>
      </w:tblGrid>
      <w:tr w:rsidR="00DA3E82" w:rsidRPr="00803AED" w14:paraId="0E866626" w14:textId="080E3FA6" w:rsidTr="00803AED">
        <w:trPr>
          <w:trHeight w:val="318"/>
        </w:trPr>
        <w:tc>
          <w:tcPr>
            <w:tcW w:w="1017" w:type="dxa"/>
          </w:tcPr>
          <w:p w14:paraId="1C54EE83" w14:textId="6F73A8F1" w:rsidR="00DA3E82" w:rsidRPr="00803AED" w:rsidRDefault="00DA3E82" w:rsidP="00901595">
            <w:pPr>
              <w:jc w:val="center"/>
              <w:rPr>
                <w:rFonts w:ascii="Arial" w:hAnsi="Arial" w:cs="Arial"/>
                <w:b/>
                <w:bCs/>
                <w:szCs w:val="20"/>
                <w:lang w:val="uk-UA"/>
              </w:rPr>
            </w:pPr>
            <w:r w:rsidRPr="00803AED">
              <w:rPr>
                <w:rFonts w:ascii="Arial" w:hAnsi="Arial" w:cs="Arial"/>
                <w:b/>
                <w:bCs/>
                <w:szCs w:val="20"/>
                <w:lang w:val="uk-UA"/>
              </w:rPr>
              <w:t>Category</w:t>
            </w:r>
          </w:p>
        </w:tc>
        <w:tc>
          <w:tcPr>
            <w:tcW w:w="6538" w:type="dxa"/>
          </w:tcPr>
          <w:p w14:paraId="7BA65AB8" w14:textId="0AA4371A" w:rsidR="00DA3E82" w:rsidRPr="00803AED" w:rsidRDefault="00DA3E82" w:rsidP="00803AED">
            <w:pPr>
              <w:pStyle w:val="BodyText"/>
              <w:spacing w:before="10"/>
              <w:jc w:val="center"/>
              <w:rPr>
                <w:rFonts w:asciiTheme="majorHAnsi" w:hAnsiTheme="majorHAnsi" w:cstheme="majorHAnsi"/>
                <w:bCs/>
                <w:sz w:val="20"/>
                <w:szCs w:val="20"/>
                <w:lang w:val="en-GB"/>
              </w:rPr>
            </w:pPr>
            <w:r w:rsidRPr="00803AED">
              <w:rPr>
                <w:rFonts w:asciiTheme="majorHAnsi" w:hAnsiTheme="majorHAnsi" w:cstheme="majorHAnsi"/>
                <w:bCs/>
                <w:sz w:val="20"/>
                <w:szCs w:val="20"/>
                <w:lang w:val="en-GB"/>
              </w:rPr>
              <w:t>Items / Description</w:t>
            </w:r>
          </w:p>
        </w:tc>
        <w:tc>
          <w:tcPr>
            <w:tcW w:w="810" w:type="dxa"/>
          </w:tcPr>
          <w:p w14:paraId="4707BA64" w14:textId="75E8A2BA" w:rsidR="00DA3E82" w:rsidRPr="00803AED" w:rsidRDefault="00DA3E82" w:rsidP="000A02F5">
            <w:pPr>
              <w:pStyle w:val="BodyText"/>
              <w:spacing w:before="10"/>
              <w:rPr>
                <w:rFonts w:asciiTheme="majorHAnsi" w:hAnsiTheme="majorHAnsi" w:cstheme="majorHAnsi"/>
                <w:bCs/>
                <w:sz w:val="20"/>
                <w:szCs w:val="20"/>
                <w:lang w:val="en-GB"/>
              </w:rPr>
            </w:pPr>
            <w:r w:rsidRPr="00803AED">
              <w:rPr>
                <w:rFonts w:asciiTheme="majorHAnsi" w:hAnsiTheme="majorHAnsi" w:cstheme="majorHAnsi"/>
                <w:bCs/>
                <w:sz w:val="20"/>
                <w:szCs w:val="20"/>
                <w:lang w:val="en-GB"/>
              </w:rPr>
              <w:t>Qty</w:t>
            </w:r>
          </w:p>
        </w:tc>
        <w:tc>
          <w:tcPr>
            <w:tcW w:w="990" w:type="dxa"/>
          </w:tcPr>
          <w:p w14:paraId="25AC7AD4" w14:textId="7FFC8E9C" w:rsidR="00DA3E82" w:rsidRPr="00803AED" w:rsidRDefault="00DA3E82" w:rsidP="00901595">
            <w:pPr>
              <w:pStyle w:val="BodyText"/>
              <w:spacing w:before="10"/>
              <w:jc w:val="center"/>
              <w:rPr>
                <w:rFonts w:asciiTheme="majorHAnsi" w:hAnsiTheme="majorHAnsi" w:cstheme="majorHAnsi"/>
                <w:bCs/>
                <w:sz w:val="20"/>
                <w:szCs w:val="20"/>
                <w:lang w:val="en-GB"/>
              </w:rPr>
            </w:pPr>
            <w:r w:rsidRPr="00803AED">
              <w:rPr>
                <w:rFonts w:asciiTheme="majorHAnsi" w:hAnsiTheme="majorHAnsi" w:cstheme="majorHAnsi"/>
                <w:bCs/>
                <w:sz w:val="20"/>
                <w:szCs w:val="20"/>
                <w:lang w:val="en-GB"/>
              </w:rPr>
              <w:t xml:space="preserve">Unit </w:t>
            </w:r>
          </w:p>
        </w:tc>
      </w:tr>
      <w:tr w:rsidR="00DA3E82" w:rsidRPr="00803AED" w14:paraId="0088BCC7" w14:textId="64F0E158" w:rsidTr="00803AED">
        <w:trPr>
          <w:trHeight w:val="2091"/>
        </w:trPr>
        <w:tc>
          <w:tcPr>
            <w:tcW w:w="1017" w:type="dxa"/>
          </w:tcPr>
          <w:p w14:paraId="533D415D" w14:textId="1BA33034" w:rsidR="00DA3E82" w:rsidRPr="00803AED" w:rsidRDefault="00DA3E82" w:rsidP="004B41CC">
            <w:pPr>
              <w:rPr>
                <w:rFonts w:asciiTheme="majorHAnsi" w:hAnsiTheme="majorHAnsi" w:cstheme="majorHAnsi"/>
                <w:szCs w:val="20"/>
                <w:lang w:val="ru-RU"/>
              </w:rPr>
            </w:pPr>
            <w:r w:rsidRPr="00803AED">
              <w:rPr>
                <w:rFonts w:asciiTheme="majorHAnsi" w:hAnsiTheme="majorHAnsi" w:cstheme="majorHAnsi"/>
                <w:szCs w:val="20"/>
                <w:lang w:val="ru-RU"/>
              </w:rPr>
              <w:t>Service</w:t>
            </w:r>
          </w:p>
        </w:tc>
        <w:tc>
          <w:tcPr>
            <w:tcW w:w="6538" w:type="dxa"/>
          </w:tcPr>
          <w:p w14:paraId="1F541349" w14:textId="3FBDE7BB" w:rsidR="00DA3E82" w:rsidRPr="00803AED" w:rsidRDefault="00BD75CA" w:rsidP="00803AED">
            <w:pPr>
              <w:ind w:firstLine="567"/>
              <w:jc w:val="both"/>
              <w:rPr>
                <w:rFonts w:asciiTheme="majorHAnsi" w:eastAsia="Calibri" w:hAnsiTheme="majorHAnsi" w:cstheme="majorHAnsi"/>
                <w:szCs w:val="20"/>
                <w:highlight w:val="yellow"/>
                <w:u w:color="000000"/>
                <w:lang w:val="uk-UA"/>
              </w:rPr>
            </w:pPr>
            <w:r w:rsidRPr="00803AED">
              <w:rPr>
                <w:rFonts w:asciiTheme="majorHAnsi" w:eastAsia="Calibri" w:hAnsiTheme="majorHAnsi" w:cstheme="majorHAnsi"/>
                <w:szCs w:val="20"/>
                <w:u w:color="000000"/>
                <w:lang w:val="uk-UA"/>
              </w:rPr>
              <w:t>Н</w:t>
            </w:r>
            <w:r w:rsidRPr="00803AED">
              <w:rPr>
                <w:rFonts w:asciiTheme="majorHAnsi" w:eastAsia="Calibri" w:hAnsiTheme="majorHAnsi" w:cstheme="majorHAnsi"/>
                <w:szCs w:val="20"/>
                <w:u w:color="000000"/>
                <w:lang w:val="uk-UA"/>
              </w:rPr>
              <w:t>аданні послуг тренера для проведення чотириденного тренінгу для тренерів програми «Чемпіони Змін», який відбудеться 27-30 жовтня 2025 року у м.Київ</w:t>
            </w:r>
            <w:r w:rsidR="00803AED" w:rsidRPr="00803AED">
              <w:rPr>
                <w:rFonts w:asciiTheme="majorHAnsi" w:eastAsia="Calibri" w:hAnsiTheme="majorHAnsi" w:cstheme="majorHAnsi"/>
                <w:szCs w:val="20"/>
                <w:u w:color="000000"/>
                <w:lang w:val="ru-RU"/>
              </w:rPr>
              <w:t xml:space="preserve">. </w:t>
            </w:r>
            <w:r w:rsidR="00803AED" w:rsidRPr="00803AED">
              <w:rPr>
                <w:rFonts w:asciiTheme="majorHAnsi" w:eastAsia="Calibri" w:hAnsiTheme="majorHAnsi" w:cstheme="majorHAnsi"/>
                <w:szCs w:val="20"/>
                <w:u w:color="000000"/>
                <w:lang w:val="uk-UA"/>
              </w:rPr>
              <w:t>Детальна інформація щодо технічного завдання додається у додатку Annex 1.1.</w:t>
            </w:r>
            <w:r w:rsidR="00803AED" w:rsidRPr="00803AED">
              <w:rPr>
                <w:rFonts w:asciiTheme="majorHAnsi" w:eastAsia="Calibri" w:hAnsiTheme="majorHAnsi" w:cstheme="majorHAnsi"/>
                <w:szCs w:val="20"/>
                <w:u w:color="000000"/>
                <w:lang w:val="ru-RU"/>
              </w:rPr>
              <w:t xml:space="preserve"> </w:t>
            </w:r>
            <w:r w:rsidR="00E2042C" w:rsidRPr="00803AED">
              <w:rPr>
                <w:rFonts w:asciiTheme="majorHAnsi" w:eastAsia="Calibri" w:hAnsiTheme="majorHAnsi" w:cstheme="majorHAnsi"/>
                <w:szCs w:val="20"/>
                <w:u w:color="000000"/>
                <w:lang w:val="uk-UA"/>
              </w:rPr>
              <w:t xml:space="preserve">/ </w:t>
            </w:r>
          </w:p>
          <w:p w14:paraId="0898E71C" w14:textId="7D7A9113" w:rsidR="00E2042C" w:rsidRPr="00803AED" w:rsidRDefault="00E2042C" w:rsidP="00803AED">
            <w:pPr>
              <w:ind w:firstLine="567"/>
              <w:jc w:val="both"/>
              <w:rPr>
                <w:rFonts w:asciiTheme="majorHAnsi" w:eastAsia="Calibri" w:hAnsiTheme="majorHAnsi" w:cstheme="majorHAnsi"/>
                <w:szCs w:val="20"/>
                <w:u w:color="000000"/>
                <w:lang w:bidi="en-US"/>
              </w:rPr>
            </w:pPr>
            <w:r w:rsidRPr="00803AED">
              <w:rPr>
                <w:rFonts w:asciiTheme="majorHAnsi" w:eastAsia="Calibri" w:hAnsiTheme="majorHAnsi" w:cstheme="majorHAnsi"/>
                <w:szCs w:val="20"/>
                <w:u w:color="000000"/>
              </w:rPr>
              <w:t>P</w:t>
            </w:r>
            <w:r w:rsidRPr="00803AED">
              <w:rPr>
                <w:rFonts w:asciiTheme="majorHAnsi" w:eastAsia="Calibri" w:hAnsiTheme="majorHAnsi" w:cstheme="majorHAnsi"/>
                <w:szCs w:val="20"/>
                <w:u w:color="000000"/>
                <w:lang w:bidi="en-US"/>
              </w:rPr>
              <w:t>rovide training services for a four-day training course for trainers of the Champions of Change program, which will take place on October 27-30, 2025, in Kyiv</w:t>
            </w:r>
            <w:r w:rsidR="00803AED" w:rsidRPr="00803AED">
              <w:rPr>
                <w:rFonts w:asciiTheme="majorHAnsi" w:eastAsia="Calibri" w:hAnsiTheme="majorHAnsi" w:cstheme="majorHAnsi"/>
                <w:szCs w:val="20"/>
                <w:u w:color="000000"/>
              </w:rPr>
              <w:t xml:space="preserve">. </w:t>
            </w:r>
            <w:r w:rsidR="00803AED" w:rsidRPr="00803AED">
              <w:rPr>
                <w:rFonts w:asciiTheme="majorHAnsi" w:eastAsia="Calibri" w:hAnsiTheme="majorHAnsi" w:cstheme="majorHAnsi"/>
                <w:szCs w:val="20"/>
                <w:u w:color="000000"/>
                <w:lang w:bidi="en-US"/>
              </w:rPr>
              <w:t>Detailed information on the technical specifications is provided in Annex 1.1.</w:t>
            </w:r>
          </w:p>
        </w:tc>
        <w:tc>
          <w:tcPr>
            <w:tcW w:w="810" w:type="dxa"/>
          </w:tcPr>
          <w:p w14:paraId="700164E6" w14:textId="59F7E9D8" w:rsidR="00DA3E82" w:rsidRPr="00803AED" w:rsidRDefault="00A76FAF" w:rsidP="000A02F5">
            <w:pPr>
              <w:pStyle w:val="BodyText"/>
              <w:spacing w:before="10"/>
              <w:rPr>
                <w:rFonts w:asciiTheme="majorHAnsi" w:hAnsiTheme="majorHAnsi" w:cstheme="majorHAnsi"/>
                <w:b w:val="0"/>
                <w:bCs/>
                <w:sz w:val="20"/>
                <w:szCs w:val="20"/>
                <w:lang w:val="uk-UA"/>
              </w:rPr>
            </w:pPr>
            <w:r w:rsidRPr="00803AED">
              <w:rPr>
                <w:rFonts w:asciiTheme="majorHAnsi" w:hAnsiTheme="majorHAnsi" w:cstheme="majorHAnsi"/>
                <w:b w:val="0"/>
                <w:bCs/>
                <w:sz w:val="20"/>
                <w:szCs w:val="20"/>
                <w:lang w:val="uk-UA"/>
              </w:rPr>
              <w:t>1</w:t>
            </w:r>
          </w:p>
        </w:tc>
        <w:tc>
          <w:tcPr>
            <w:tcW w:w="990" w:type="dxa"/>
          </w:tcPr>
          <w:p w14:paraId="0801CE01" w14:textId="232EEDDE" w:rsidR="00DA3E82" w:rsidRPr="00803AED" w:rsidRDefault="00A76FAF" w:rsidP="000A02F5">
            <w:pPr>
              <w:pStyle w:val="BodyText"/>
              <w:spacing w:before="10"/>
              <w:rPr>
                <w:rFonts w:asciiTheme="majorHAnsi" w:hAnsiTheme="majorHAnsi" w:cstheme="majorHAnsi"/>
                <w:b w:val="0"/>
                <w:bCs/>
                <w:sz w:val="20"/>
                <w:szCs w:val="20"/>
                <w:lang w:val="en-GB"/>
              </w:rPr>
            </w:pPr>
            <w:r w:rsidRPr="00803AED">
              <w:rPr>
                <w:rFonts w:asciiTheme="majorHAnsi" w:hAnsiTheme="majorHAnsi" w:cstheme="majorHAnsi"/>
                <w:b w:val="0"/>
                <w:bCs/>
                <w:sz w:val="20"/>
                <w:szCs w:val="20"/>
                <w:lang w:val="ru-RU"/>
              </w:rPr>
              <w:t>Service</w:t>
            </w:r>
          </w:p>
        </w:tc>
      </w:tr>
    </w:tbl>
    <w:p w14:paraId="52277E71" w14:textId="04183BB8" w:rsidR="00DA45EC" w:rsidRDefault="00DA45EC" w:rsidP="000A02F5">
      <w:pPr>
        <w:pStyle w:val="BodyText"/>
        <w:spacing w:before="10"/>
        <w:rPr>
          <w:rFonts w:asciiTheme="majorHAnsi" w:hAnsiTheme="majorHAnsi" w:cstheme="majorHAnsi"/>
          <w:b w:val="0"/>
          <w:bCs/>
          <w:lang w:val="en-GB"/>
        </w:rPr>
      </w:pPr>
    </w:p>
    <w:p w14:paraId="3F0C8A17" w14:textId="77777777" w:rsidR="00444D0B" w:rsidRDefault="00444D0B" w:rsidP="000A02F5">
      <w:pPr>
        <w:pStyle w:val="BodyText"/>
        <w:spacing w:before="10"/>
        <w:rPr>
          <w:rFonts w:asciiTheme="majorHAnsi" w:hAnsiTheme="majorHAnsi" w:cstheme="majorHAnsi"/>
          <w:b w:val="0"/>
          <w:bCs/>
          <w:lang w:val="en-GB"/>
        </w:rPr>
      </w:pPr>
    </w:p>
    <w:p w14:paraId="10AE3874" w14:textId="5AB77F00" w:rsidR="00640211" w:rsidRPr="00FA4FA5" w:rsidRDefault="00640211" w:rsidP="00640211">
      <w:pPr>
        <w:rPr>
          <w:rFonts w:asciiTheme="majorHAnsi" w:hAnsiTheme="majorHAnsi" w:cstheme="majorHAnsi"/>
          <w:b/>
          <w:color w:val="0072CE"/>
          <w:sz w:val="22"/>
          <w:lang w:val="uk-UA"/>
        </w:rPr>
      </w:pPr>
      <w:r w:rsidRPr="008146A4">
        <w:rPr>
          <w:rFonts w:asciiTheme="majorHAnsi" w:hAnsiTheme="majorHAnsi" w:cstheme="majorHAnsi"/>
          <w:b/>
          <w:color w:val="0072CE"/>
          <w:sz w:val="22"/>
          <w:lang w:val="uk-UA"/>
        </w:rPr>
        <w:t xml:space="preserve">2. </w:t>
      </w:r>
      <w:r w:rsidRPr="00FA4FA5">
        <w:rPr>
          <w:rFonts w:asciiTheme="majorHAnsi" w:hAnsiTheme="majorHAnsi" w:cstheme="majorHAnsi"/>
          <w:b/>
          <w:color w:val="0072CE"/>
          <w:sz w:val="22"/>
        </w:rPr>
        <w:t>List</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of</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documents</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to</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be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submitted</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with</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the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1922BEC5" w:rsidR="00F14C6C" w:rsidRPr="00E56B88" w:rsidRDefault="00833DD4" w:rsidP="002415AE">
            <w:pPr>
              <w:pStyle w:val="norm"/>
              <w:keepNext w:val="0"/>
              <w:spacing w:before="0" w:after="0"/>
              <w:outlineLvl w:val="9"/>
              <w:rPr>
                <w:rFonts w:eastAsiaTheme="minorEastAsia" w:cstheme="majorHAnsi"/>
                <w:bCs w:val="0"/>
                <w:i w:val="0"/>
                <w:iCs w:val="0"/>
                <w:szCs w:val="22"/>
                <w:lang w:val="en-GB"/>
              </w:rPr>
            </w:pPr>
            <w:r w:rsidRPr="00672BBC">
              <w:rPr>
                <w:rFonts w:eastAsiaTheme="minorEastAsia" w:cstheme="majorHAnsi"/>
                <w:b/>
                <w:i w:val="0"/>
                <w:iCs w:val="0"/>
                <w:szCs w:val="22"/>
                <w:lang w:val="en-GB"/>
              </w:rPr>
              <w:t>Annex 1:</w:t>
            </w:r>
            <w:r w:rsidRPr="000F4D52">
              <w:rPr>
                <w:rFonts w:eastAsiaTheme="minorEastAsia" w:cstheme="majorHAnsi"/>
                <w:bCs w:val="0"/>
                <w:i w:val="0"/>
                <w:iCs w:val="0"/>
                <w:szCs w:val="22"/>
                <w:lang w:val="en-GB"/>
              </w:rPr>
              <w:t xml:space="preserve"> Financial Quotation / </w:t>
            </w:r>
            <w:r w:rsidR="00A76FAF">
              <w:rPr>
                <w:rFonts w:eastAsiaTheme="minorEastAsia" w:cstheme="majorHAnsi"/>
                <w:bCs w:val="0"/>
                <w:i w:val="0"/>
                <w:iCs w:val="0"/>
                <w:szCs w:val="22"/>
                <w:lang w:val="uk-UA"/>
              </w:rPr>
              <w:t>Ц</w:t>
            </w:r>
            <w:r w:rsidRPr="000F4D52">
              <w:rPr>
                <w:rFonts w:eastAsiaTheme="minorEastAsia" w:cstheme="majorHAnsi"/>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41FA439C" w:rsidR="00F14C6C" w:rsidRPr="00896DBD" w:rsidRDefault="00833DD4" w:rsidP="00F14C6C">
            <w:pPr>
              <w:pStyle w:val="norm"/>
              <w:keepNext w:val="0"/>
              <w:spacing w:before="0" w:after="0"/>
              <w:jc w:val="both"/>
              <w:outlineLvl w:val="9"/>
              <w:rPr>
                <w:rFonts w:eastAsiaTheme="minorEastAsia" w:cstheme="majorHAnsi"/>
                <w:bCs w:val="0"/>
                <w:i w:val="0"/>
                <w:iCs w:val="0"/>
                <w:szCs w:val="22"/>
                <w:lang w:val="en-GB"/>
              </w:rPr>
            </w:pPr>
            <w:r w:rsidRPr="00672BBC">
              <w:rPr>
                <w:rFonts w:eastAsiaTheme="minorEastAsia" w:cstheme="majorHAnsi"/>
                <w:bCs w:val="0"/>
                <w:i w:val="0"/>
                <w:iCs w:val="0"/>
                <w:szCs w:val="22"/>
              </w:rPr>
              <w:t>All participants to complete</w:t>
            </w:r>
            <w:r w:rsidRPr="00672BBC">
              <w:rPr>
                <w:rFonts w:eastAsiaTheme="minorEastAsia" w:cstheme="majorHAnsi"/>
                <w:bCs w:val="0"/>
                <w:i w:val="0"/>
                <w:iCs w:val="0"/>
                <w:szCs w:val="22"/>
                <w:lang w:val="uk-UA"/>
              </w:rPr>
              <w:t xml:space="preserve"> and send in excel and pdf* formats</w:t>
            </w:r>
            <w:r w:rsidRPr="00672BBC">
              <w:rPr>
                <w:rFonts w:eastAsiaTheme="minorEastAsia" w:cstheme="majorHAnsi"/>
                <w:bCs w:val="0"/>
                <w:i w:val="0"/>
                <w:iCs w:val="0"/>
                <w:szCs w:val="22"/>
              </w:rPr>
              <w:t xml:space="preserve"> / </w:t>
            </w:r>
            <w:proofErr w:type="spellStart"/>
            <w:r w:rsidRPr="00672BBC">
              <w:rPr>
                <w:rFonts w:eastAsiaTheme="minorEastAsia" w:cstheme="majorHAnsi"/>
                <w:bCs w:val="0"/>
                <w:i w:val="0"/>
                <w:iCs w:val="0"/>
                <w:szCs w:val="22"/>
              </w:rPr>
              <w:t>всі</w:t>
            </w:r>
            <w:proofErr w:type="spellEnd"/>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учасники</w:t>
            </w:r>
            <w:proofErr w:type="spellEnd"/>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заповнюють</w:t>
            </w:r>
            <w:proofErr w:type="spellEnd"/>
            <w:r w:rsidRPr="00672BBC">
              <w:rPr>
                <w:rFonts w:eastAsiaTheme="minorEastAsia" w:cstheme="majorHAnsi"/>
                <w:bCs w:val="0"/>
                <w:i w:val="0"/>
                <w:iCs w:val="0"/>
                <w:szCs w:val="22"/>
              </w:rPr>
              <w:t xml:space="preserve"> </w:t>
            </w:r>
            <w:r w:rsidRPr="00672BBC">
              <w:rPr>
                <w:rFonts w:eastAsiaTheme="minorEastAsia" w:cstheme="majorHAnsi"/>
                <w:bCs w:val="0"/>
                <w:i w:val="0"/>
                <w:iCs w:val="0"/>
                <w:szCs w:val="22"/>
                <w:lang w:val="uk-UA"/>
              </w:rPr>
              <w:t>і присилають в форматі ексель</w:t>
            </w:r>
            <w:r w:rsidRPr="00672BBC">
              <w:rPr>
                <w:rFonts w:eastAsiaTheme="minorEastAsia" w:cstheme="majorHAnsi"/>
                <w:bCs w:val="0"/>
                <w:i w:val="0"/>
                <w:iCs w:val="0"/>
                <w:szCs w:val="22"/>
                <w:lang w:val="en-GB"/>
              </w:rPr>
              <w:t xml:space="preserve"> </w:t>
            </w:r>
            <w:r w:rsidRPr="00672BBC">
              <w:rPr>
                <w:rFonts w:eastAsiaTheme="minorEastAsia" w:cstheme="majorHAnsi"/>
                <w:bCs w:val="0"/>
                <w:i w:val="0"/>
                <w:iCs w:val="0"/>
                <w:szCs w:val="22"/>
                <w:lang w:val="uk-UA"/>
              </w:rPr>
              <w:t xml:space="preserve">та </w:t>
            </w:r>
            <w:r w:rsidRPr="00672BBC">
              <w:rPr>
                <w:rFonts w:eastAsiaTheme="minorEastAsia" w:cstheme="majorHAnsi"/>
                <w:bCs w:val="0"/>
                <w:i w:val="0"/>
                <w:iCs w:val="0"/>
                <w:szCs w:val="22"/>
              </w:rPr>
              <w:t>pdf*</w:t>
            </w:r>
          </w:p>
        </w:tc>
      </w:tr>
      <w:tr w:rsidR="00A76FAF" w:rsidRPr="00FA4FA5" w14:paraId="59584E45"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337AB9DA" w14:textId="4A6A4F1B" w:rsidR="00A76FAF" w:rsidRPr="00A76FAF" w:rsidRDefault="00A76FAF" w:rsidP="00A76FAF">
            <w:pPr>
              <w:rPr>
                <w:sz w:val="22"/>
              </w:rPr>
            </w:pPr>
            <w:r w:rsidRPr="00A76FAF">
              <w:rPr>
                <w:b/>
                <w:bCs/>
                <w:sz w:val="22"/>
              </w:rPr>
              <w:t>Annex 1.1</w:t>
            </w:r>
            <w:r w:rsidRPr="00A76FAF">
              <w:rPr>
                <w:b/>
                <w:bCs/>
                <w:sz w:val="22"/>
                <w:lang w:val="uk-UA"/>
              </w:rPr>
              <w:t>:</w:t>
            </w:r>
            <w:r w:rsidRPr="00A76FAF">
              <w:rPr>
                <w:sz w:val="22"/>
              </w:rPr>
              <w:t xml:space="preserve"> </w:t>
            </w:r>
            <w:r w:rsidRPr="00A76FAF">
              <w:rPr>
                <w:sz w:val="22"/>
              </w:rPr>
              <w:t>TOR</w:t>
            </w:r>
            <w:r w:rsidRPr="00A76FAF">
              <w:rPr>
                <w:sz w:val="22"/>
                <w:lang w:val="uk-UA"/>
              </w:rPr>
              <w:t xml:space="preserve"> / </w:t>
            </w:r>
            <w:r w:rsidRPr="00A76FAF">
              <w:rPr>
                <w:sz w:val="22"/>
                <w:lang w:val="uk-UA"/>
              </w:rPr>
              <w:t>Технічне завдання</w:t>
            </w:r>
          </w:p>
          <w:p w14:paraId="25BAA99F" w14:textId="77777777" w:rsidR="00A76FAF" w:rsidRPr="00672BBC" w:rsidRDefault="00A76FAF" w:rsidP="002415AE">
            <w:pPr>
              <w:pStyle w:val="norm"/>
              <w:keepNext w:val="0"/>
              <w:spacing w:before="0" w:after="0"/>
              <w:outlineLvl w:val="9"/>
              <w:rPr>
                <w:rFonts w:eastAsiaTheme="minorEastAsia" w:cstheme="majorHAnsi"/>
                <w:b/>
                <w:i w:val="0"/>
                <w:iCs w:val="0"/>
                <w:szCs w:val="22"/>
                <w:lang w:val="en-GB"/>
              </w:rPr>
            </w:pPr>
          </w:p>
        </w:tc>
        <w:tc>
          <w:tcPr>
            <w:tcW w:w="3722" w:type="dxa"/>
            <w:tcBorders>
              <w:top w:val="single" w:sz="4" w:space="0" w:color="auto"/>
              <w:left w:val="single" w:sz="4" w:space="0" w:color="auto"/>
              <w:bottom w:val="single" w:sz="4" w:space="0" w:color="auto"/>
              <w:right w:val="single" w:sz="4" w:space="0" w:color="auto"/>
            </w:tcBorders>
          </w:tcPr>
          <w:p w14:paraId="0509EEA4" w14:textId="5522A86D" w:rsidR="00A76FAF" w:rsidRPr="00FA4FA5" w:rsidRDefault="00A76FAF"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6914ADB1" w14:textId="2DA43976" w:rsidR="00A76FAF" w:rsidRPr="00672BBC" w:rsidRDefault="00A76FAF"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r>
      <w:tr w:rsidR="00A36FF3"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94179F5" w14:textId="4F43A212" w:rsidR="00A36FF3" w:rsidRPr="00FA4FA5" w:rsidRDefault="00A36FF3" w:rsidP="00A36FF3">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t>Annex 2:</w:t>
            </w:r>
            <w:r w:rsidRPr="000F4D52">
              <w:rPr>
                <w:rFonts w:eastAsiaTheme="minorEastAsia" w:cstheme="majorHAnsi"/>
                <w:bCs w:val="0"/>
                <w:i w:val="0"/>
                <w:iCs w:val="0"/>
                <w:szCs w:val="22"/>
                <w:lang w:val="en-GB"/>
              </w:rPr>
              <w:t xml:space="preserve"> </w:t>
            </w:r>
            <w:r w:rsidRPr="000F4D52">
              <w:rPr>
                <w:rFonts w:eastAsiaTheme="minorEastAsia" w:cstheme="majorHAnsi"/>
                <w:bCs w:val="0"/>
                <w:i w:val="0"/>
                <w:iCs w:val="0"/>
                <w:szCs w:val="22"/>
              </w:rPr>
              <w:t>Supplier Registration Form</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Реєстраційна</w:t>
            </w:r>
            <w:proofErr w:type="spellEnd"/>
            <w:r w:rsidRPr="000F4D52">
              <w:rPr>
                <w:rFonts w:eastAsiaTheme="minorEastAsia" w:cstheme="majorHAnsi"/>
                <w:bCs w:val="0"/>
                <w:i w:val="0"/>
                <w:iCs w:val="0"/>
                <w:szCs w:val="22"/>
                <w:lang w:val="uk-UA"/>
              </w:rPr>
              <w:t xml:space="preserve"> </w:t>
            </w:r>
            <w:proofErr w:type="spellStart"/>
            <w:r w:rsidRPr="000F4D52">
              <w:rPr>
                <w:rFonts w:eastAsiaTheme="minorEastAsia" w:cstheme="majorHAnsi"/>
                <w:bCs w:val="0"/>
                <w:i w:val="0"/>
                <w:iCs w:val="0"/>
                <w:szCs w:val="22"/>
              </w:rPr>
              <w:t>форма</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65BE057D"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All participants to complete</w:t>
            </w:r>
            <w:r>
              <w:rPr>
                <w:rFonts w:eastAsiaTheme="minorEastAsia" w:cstheme="majorHAnsi"/>
                <w:bCs w:val="0"/>
                <w:i w:val="0"/>
                <w:iCs w:val="0"/>
                <w:szCs w:val="22"/>
                <w:lang w:val="uk-UA"/>
              </w:rPr>
              <w:t xml:space="preserve"> </w:t>
            </w:r>
            <w:r>
              <w:rPr>
                <w:rFonts w:eastAsiaTheme="minorEastAsia" w:cstheme="majorHAnsi"/>
                <w:bCs w:val="0"/>
                <w:i w:val="0"/>
                <w:iCs w:val="0"/>
                <w:szCs w:val="22"/>
                <w:lang w:val="en-GB"/>
              </w:rPr>
              <w:t>the first page</w:t>
            </w:r>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першу</w:t>
            </w:r>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A36FF3"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1C795318" w14:textId="496E6DEF" w:rsidR="00A36FF3" w:rsidRPr="00FA4FA5" w:rsidRDefault="00A36FF3" w:rsidP="00A36FF3">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lastRenderedPageBreak/>
              <w:t>Annex 3:</w:t>
            </w:r>
            <w:r w:rsidRPr="000F4D52">
              <w:rPr>
                <w:rFonts w:eastAsiaTheme="minorEastAsia" w:cstheme="majorHAnsi"/>
                <w:bCs w:val="0"/>
                <w:i w:val="0"/>
                <w:iCs w:val="0"/>
                <w:szCs w:val="22"/>
                <w:lang w:val="en-GB"/>
              </w:rPr>
              <w:t xml:space="preserve"> </w:t>
            </w:r>
            <w:r w:rsidRPr="000F4D52">
              <w:rPr>
                <w:rFonts w:eastAsiaTheme="minorEastAsia" w:cstheme="majorHAnsi"/>
                <w:bCs w:val="0"/>
                <w:i w:val="0"/>
                <w:iCs w:val="0"/>
                <w:szCs w:val="22"/>
              </w:rPr>
              <w:t>Non- Staff Code of Conduct</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Код</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корпоративної</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5A413C92" w:rsidR="00A36FF3" w:rsidRPr="00896DBD"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w:t>
            </w:r>
            <w:r w:rsidRPr="000F4D52">
              <w:rPr>
                <w:rFonts w:eastAsiaTheme="minorEastAsia" w:cstheme="majorHAnsi"/>
                <w:bCs w:val="0"/>
                <w:i w:val="0"/>
                <w:iCs w:val="0"/>
                <w:szCs w:val="22"/>
              </w:rPr>
              <w:t>All participants sign</w:t>
            </w:r>
            <w:r>
              <w:rPr>
                <w:rFonts w:eastAsiaTheme="minorEastAsia" w:cstheme="majorHAnsi"/>
                <w:bCs w:val="0"/>
                <w:i w:val="0"/>
                <w:iCs w:val="0"/>
                <w:szCs w:val="22"/>
                <w:lang w:val="uk-UA"/>
              </w:rPr>
              <w:t xml:space="preserve"> </w:t>
            </w:r>
            <w:r w:rsidRPr="00672BBC">
              <w:rPr>
                <w:rFonts w:eastAsiaTheme="minorEastAsia" w:cstheme="majorHAnsi"/>
                <w:bCs w:val="0"/>
                <w:i w:val="0"/>
                <w:iCs w:val="0"/>
                <w:szCs w:val="22"/>
                <w:lang w:val="uk-UA"/>
              </w:rPr>
              <w:t>and send in pdf* format</w:t>
            </w:r>
            <w:r w:rsidRPr="000F4D52">
              <w:rPr>
                <w:rFonts w:eastAsiaTheme="minorEastAsia" w:cstheme="majorHAnsi"/>
                <w:bCs w:val="0"/>
                <w:i w:val="0"/>
                <w:iCs w:val="0"/>
                <w:szCs w:val="22"/>
              </w:rPr>
              <w:t xml:space="preserve"> / </w:t>
            </w:r>
            <w:proofErr w:type="spellStart"/>
            <w:r w:rsidRPr="000F4D52">
              <w:rPr>
                <w:rFonts w:eastAsiaTheme="minorEastAsia" w:cstheme="majorHAnsi"/>
                <w:bCs w:val="0"/>
                <w:i w:val="0"/>
                <w:iCs w:val="0"/>
                <w:szCs w:val="22"/>
              </w:rPr>
              <w:t>всі</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учасники</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підписують</w:t>
            </w:r>
            <w:proofErr w:type="spellEnd"/>
            <w:r w:rsidRPr="000F4D52">
              <w:rPr>
                <w:rFonts w:eastAsiaTheme="minorEastAsia" w:cstheme="majorHAnsi"/>
                <w:bCs w:val="0"/>
                <w:i w:val="0"/>
                <w:iCs w:val="0"/>
                <w:szCs w:val="22"/>
              </w:rPr>
              <w:t xml:space="preserve"> і </w:t>
            </w:r>
            <w:proofErr w:type="spellStart"/>
            <w:r w:rsidRPr="000F4D52">
              <w:rPr>
                <w:rFonts w:eastAsiaTheme="minorEastAsia" w:cstheme="majorHAnsi"/>
                <w:bCs w:val="0"/>
                <w:i w:val="0"/>
                <w:iCs w:val="0"/>
                <w:szCs w:val="22"/>
              </w:rPr>
              <w:t>присилають</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скан</w:t>
            </w:r>
            <w:proofErr w:type="spellEnd"/>
            <w:r w:rsidRPr="000F4D52">
              <w:rPr>
                <w:rFonts w:eastAsiaTheme="minorEastAsia" w:cstheme="majorHAnsi"/>
                <w:bCs w:val="0"/>
                <w:i w:val="0"/>
                <w:iCs w:val="0"/>
                <w:szCs w:val="22"/>
                <w:lang w:val="uk-UA"/>
              </w:rPr>
              <w:t xml:space="preserve"> у форматі </w:t>
            </w:r>
            <w:r w:rsidRPr="000F4D52">
              <w:rPr>
                <w:rFonts w:eastAsiaTheme="minorEastAsia" w:cstheme="majorHAnsi"/>
                <w:bCs w:val="0"/>
                <w:i w:val="0"/>
                <w:iCs w:val="0"/>
                <w:szCs w:val="22"/>
              </w:rPr>
              <w:t>pdf*</w:t>
            </w:r>
            <w:r>
              <w:rPr>
                <w:rFonts w:eastAsiaTheme="minorEastAsia" w:cstheme="majorHAnsi"/>
                <w:bCs w:val="0"/>
                <w:i w:val="0"/>
                <w:iCs w:val="0"/>
                <w:szCs w:val="22"/>
                <w:lang w:val="uk-UA"/>
              </w:rPr>
              <w:t xml:space="preserve"> </w:t>
            </w:r>
          </w:p>
        </w:tc>
      </w:tr>
      <w:tr w:rsidR="00A36FF3" w:rsidRPr="00FA4FA5" w14:paraId="5CE4CEDD"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4EC44150" w14:textId="60D53C6C" w:rsidR="00A36FF3" w:rsidRPr="00CF6BB8" w:rsidRDefault="00A36FF3" w:rsidP="00A36FF3">
            <w:pPr>
              <w:pStyle w:val="norm"/>
              <w:keepNext w:val="0"/>
              <w:spacing w:before="0" w:after="0"/>
              <w:outlineLvl w:val="9"/>
              <w:rPr>
                <w:rFonts w:cstheme="majorHAnsi"/>
                <w:szCs w:val="22"/>
                <w:lang w:val="uk-UA"/>
              </w:rPr>
            </w:pPr>
            <w:r w:rsidRPr="000F4D52">
              <w:rPr>
                <w:rFonts w:eastAsiaTheme="minorEastAsia" w:cstheme="majorHAnsi"/>
                <w:bCs w:val="0"/>
                <w:i w:val="0"/>
                <w:iCs w:val="0"/>
                <w:szCs w:val="22"/>
              </w:rPr>
              <w:t xml:space="preserve">Copy of supplier </w:t>
            </w:r>
            <w:r w:rsidRPr="00672BBC">
              <w:rPr>
                <w:rFonts w:eastAsiaTheme="minorEastAsia" w:cstheme="majorHAnsi"/>
                <w:b/>
                <w:i w:val="0"/>
                <w:iCs w:val="0"/>
                <w:szCs w:val="22"/>
              </w:rPr>
              <w:t xml:space="preserve">registration documents </w:t>
            </w:r>
            <w:r w:rsidRPr="000F4D52">
              <w:rPr>
                <w:rFonts w:eastAsiaTheme="minorEastAsia" w:cstheme="majorHAnsi"/>
                <w:bCs w:val="0"/>
                <w:i w:val="0"/>
                <w:iCs w:val="0"/>
                <w:szCs w:val="22"/>
              </w:rPr>
              <w:t>and all necessary</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certificates and licenses / </w:t>
            </w:r>
            <w:proofErr w:type="spellStart"/>
            <w:r w:rsidRPr="000F4D52">
              <w:rPr>
                <w:rFonts w:eastAsiaTheme="minorEastAsia" w:cstheme="majorHAnsi"/>
                <w:bCs w:val="0"/>
                <w:i w:val="0"/>
                <w:iCs w:val="0"/>
                <w:szCs w:val="22"/>
              </w:rPr>
              <w:t>Копії</w:t>
            </w:r>
            <w:proofErr w:type="spellEnd"/>
            <w:r w:rsidRPr="000F4D52">
              <w:rPr>
                <w:rFonts w:eastAsiaTheme="minorEastAsia" w:cstheme="majorHAnsi"/>
                <w:bCs w:val="0"/>
                <w:i w:val="0"/>
                <w:iCs w:val="0"/>
                <w:szCs w:val="22"/>
              </w:rPr>
              <w:t xml:space="preserve"> </w:t>
            </w:r>
            <w:proofErr w:type="spellStart"/>
            <w:r w:rsidRPr="00672BBC">
              <w:rPr>
                <w:rFonts w:eastAsiaTheme="minorEastAsia" w:cstheme="majorHAnsi"/>
                <w:b/>
                <w:i w:val="0"/>
                <w:iCs w:val="0"/>
                <w:szCs w:val="22"/>
              </w:rPr>
              <w:t>реєстраційних</w:t>
            </w:r>
            <w:proofErr w:type="spellEnd"/>
            <w:r w:rsidRPr="00672BBC">
              <w:rPr>
                <w:rFonts w:eastAsiaTheme="minorEastAsia" w:cstheme="majorHAnsi"/>
                <w:b/>
                <w:i w:val="0"/>
                <w:iCs w:val="0"/>
                <w:szCs w:val="22"/>
              </w:rPr>
              <w:t xml:space="preserve"> </w:t>
            </w:r>
            <w:proofErr w:type="spellStart"/>
            <w:r w:rsidRPr="00672BBC">
              <w:rPr>
                <w:rFonts w:eastAsiaTheme="minorEastAsia" w:cstheme="majorHAnsi"/>
                <w:b/>
                <w:i w:val="0"/>
                <w:iCs w:val="0"/>
                <w:szCs w:val="22"/>
              </w:rPr>
              <w:t>документів</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постачальника</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та</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необхідних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сертифікатів</w:t>
            </w:r>
            <w:proofErr w:type="spellEnd"/>
            <w:r w:rsidRPr="000F4D52">
              <w:rPr>
                <w:rFonts w:eastAsiaTheme="minorEastAsia" w:cstheme="majorHAnsi"/>
                <w:bCs w:val="0"/>
                <w:i w:val="0"/>
                <w:iCs w:val="0"/>
                <w:szCs w:val="22"/>
              </w:rPr>
              <w:t xml:space="preserve"> і </w:t>
            </w:r>
            <w:proofErr w:type="spellStart"/>
            <w:r w:rsidRPr="000F4D52">
              <w:rPr>
                <w:rFonts w:eastAsiaTheme="minorEastAsia" w:cstheme="majorHAnsi"/>
                <w:bCs w:val="0"/>
                <w:i w:val="0"/>
                <w:iCs w:val="0"/>
                <w:szCs w:val="22"/>
              </w:rPr>
              <w:t>ліцензій</w:t>
            </w:r>
            <w:proofErr w:type="spellEnd"/>
          </w:p>
        </w:tc>
        <w:tc>
          <w:tcPr>
            <w:tcW w:w="3722" w:type="dxa"/>
            <w:tcBorders>
              <w:top w:val="single" w:sz="4" w:space="0" w:color="auto"/>
              <w:left w:val="single" w:sz="4" w:space="0" w:color="auto"/>
              <w:bottom w:val="single" w:sz="4" w:space="0" w:color="auto"/>
              <w:right w:val="single" w:sz="4" w:space="0" w:color="auto"/>
            </w:tcBorders>
          </w:tcPr>
          <w:p w14:paraId="5A0A8968" w14:textId="3370C54D"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049A6C11" w14:textId="677EE00B" w:rsidR="00A36FF3" w:rsidRPr="00122F47" w:rsidRDefault="00A36FF3" w:rsidP="00A36FF3">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 xml:space="preserve">All participants to </w:t>
            </w:r>
            <w:r>
              <w:rPr>
                <w:rFonts w:eastAsiaTheme="minorEastAsia" w:cstheme="majorHAnsi"/>
                <w:bCs w:val="0"/>
                <w:i w:val="0"/>
                <w:iCs w:val="0"/>
                <w:szCs w:val="22"/>
              </w:rPr>
              <w:t>provide</w:t>
            </w:r>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надають</w:t>
            </w:r>
          </w:p>
          <w:p w14:paraId="61463179" w14:textId="691805D1" w:rsidR="00A36FF3" w:rsidRPr="00122F47" w:rsidRDefault="00A36FF3" w:rsidP="00A36FF3">
            <w:pPr>
              <w:pStyle w:val="norm"/>
              <w:keepNext w:val="0"/>
              <w:spacing w:before="0" w:after="0"/>
              <w:jc w:val="both"/>
              <w:outlineLvl w:val="9"/>
              <w:rPr>
                <w:rFonts w:eastAsiaTheme="minorEastAsia" w:cstheme="majorHAnsi"/>
                <w:bCs w:val="0"/>
                <w:i w:val="0"/>
                <w:iCs w:val="0"/>
                <w:szCs w:val="22"/>
                <w:lang w:val="en-GB"/>
              </w:rPr>
            </w:pPr>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1" w:name="_Ref500326737"/>
    </w:p>
    <w:p w14:paraId="6BB2C957" w14:textId="2040CF5C"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21"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1173C8">
        <w:rPr>
          <w:rFonts w:asciiTheme="majorHAnsi" w:hAnsiTheme="majorHAnsi" w:cstheme="majorHAnsi"/>
          <w:sz w:val="22"/>
        </w:rPr>
        <w:t xml:space="preserve"> </w:t>
      </w:r>
      <w:hyperlink r:id="rId22" w:history="1">
        <w:r w:rsidR="001173C8" w:rsidRPr="00AE1FA8">
          <w:rPr>
            <w:rStyle w:val="Hyperlink"/>
            <w:rFonts w:asciiTheme="majorHAnsi" w:hAnsiTheme="majorHAnsi" w:cstheme="majorHAnsi"/>
            <w:sz w:val="22"/>
          </w:rPr>
          <w:t>lesia.tsipkun@plan-international.org</w:t>
        </w:r>
      </w:hyperlink>
      <w:r w:rsidR="00C55380">
        <w:rPr>
          <w:rStyle w:val="Hyperlink"/>
          <w:rFonts w:asciiTheme="majorHAnsi" w:hAnsiTheme="majorHAnsi" w:cstheme="majorHAnsi"/>
          <w:sz w:val="22"/>
          <w:lang w:val="uk-UA"/>
        </w:rPr>
        <w:t>,</w:t>
      </w:r>
      <w:r w:rsidR="007F7DBC">
        <w:rPr>
          <w:rFonts w:asciiTheme="majorHAnsi" w:hAnsiTheme="majorHAnsi" w:cstheme="majorHAnsi"/>
          <w:sz w:val="22"/>
          <w:lang w:val="uk-UA"/>
        </w:rPr>
        <w:t xml:space="preserve"> </w:t>
      </w:r>
      <w:hyperlink r:id="rId23" w:history="1">
        <w:r w:rsidR="001173C8" w:rsidRPr="001173C8">
          <w:rPr>
            <w:rStyle w:val="Hyperlink"/>
            <w:rFonts w:asciiTheme="majorHAnsi" w:hAnsiTheme="majorHAnsi" w:cstheme="majorHAnsi"/>
            <w:sz w:val="22"/>
            <w:lang w:val="en-US"/>
          </w:rPr>
          <w:t>Mykhailo.Prokopets@plan-international.org</w:t>
        </w:r>
      </w:hyperlink>
      <w:r w:rsidR="007F7DBC">
        <w:rPr>
          <w:rFonts w:asciiTheme="majorHAnsi" w:hAnsiTheme="majorHAnsi" w:cstheme="majorHAnsi"/>
          <w:sz w:val="22"/>
          <w:lang w:val="uk-UA"/>
        </w:rPr>
        <w:t>,</w:t>
      </w:r>
      <w:r w:rsidR="00154672">
        <w:rPr>
          <w:rFonts w:asciiTheme="majorHAnsi" w:hAnsiTheme="majorHAnsi" w:cstheme="majorHAnsi"/>
          <w:sz w:val="22"/>
        </w:rPr>
        <w:t xml:space="preserve"> </w:t>
      </w:r>
      <w:hyperlink r:id="rId24" w:history="1">
        <w:r w:rsidR="007F7DBC" w:rsidRPr="008169D3">
          <w:rPr>
            <w:rStyle w:val="Hyperlink"/>
          </w:rPr>
          <w:t>iryna</w:t>
        </w:r>
        <w:r w:rsidR="007F7DBC" w:rsidRPr="008169D3">
          <w:rPr>
            <w:rStyle w:val="Hyperlink"/>
            <w:lang w:val="uk-UA"/>
          </w:rPr>
          <w:t>.</w:t>
        </w:r>
        <w:r w:rsidR="007F7DBC" w:rsidRPr="008169D3">
          <w:rPr>
            <w:rStyle w:val="Hyperlink"/>
          </w:rPr>
          <w:t>gaidai</w:t>
        </w:r>
        <w:r w:rsidR="007F7DBC" w:rsidRPr="008169D3">
          <w:rPr>
            <w:rStyle w:val="Hyperlink"/>
            <w:lang w:val="uk-UA"/>
          </w:rPr>
          <w:t>@</w:t>
        </w:r>
        <w:r w:rsidR="007F7DBC" w:rsidRPr="008169D3">
          <w:rPr>
            <w:rStyle w:val="Hyperlink"/>
          </w:rPr>
          <w:t>plan</w:t>
        </w:r>
        <w:r w:rsidR="007F7DBC" w:rsidRPr="008169D3">
          <w:rPr>
            <w:rStyle w:val="Hyperlink"/>
            <w:lang w:val="uk-UA"/>
          </w:rPr>
          <w:t>-</w:t>
        </w:r>
        <w:r w:rsidR="007F7DBC" w:rsidRPr="008169D3">
          <w:rPr>
            <w:rStyle w:val="Hyperlink"/>
          </w:rPr>
          <w:t>international</w:t>
        </w:r>
        <w:r w:rsidR="007F7DBC" w:rsidRPr="008169D3">
          <w:rPr>
            <w:rStyle w:val="Hyperlink"/>
            <w:lang w:val="uk-UA"/>
          </w:rPr>
          <w:t>.</w:t>
        </w:r>
        <w:r w:rsidR="007F7DBC" w:rsidRPr="008169D3">
          <w:rPr>
            <w:rStyle w:val="Hyperlink"/>
          </w:rPr>
          <w:t>org</w:t>
        </w:r>
      </w:hyperlink>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1"/>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2C465EC4"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повністю або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FA4FA5">
        <w:rPr>
          <w:rFonts w:asciiTheme="majorHAnsi" w:hAnsiTheme="majorHAnsi" w:cstheme="majorHAnsi"/>
          <w:bCs/>
          <w:sz w:val="22"/>
        </w:rPr>
        <w:t>offices.</w:t>
      </w:r>
      <w:r w:rsidR="00996EC7" w:rsidRPr="00FA4FA5">
        <w:rPr>
          <w:rFonts w:asciiTheme="majorHAnsi" w:hAnsiTheme="majorHAnsi" w:cstheme="majorHAnsi"/>
          <w:bCs/>
          <w:sz w:val="22"/>
          <w:lang w:val="uk-UA"/>
        </w:rPr>
        <w:t>/</w:t>
      </w:r>
      <w:proofErr w:type="gramEnd"/>
      <w:r w:rsidR="00996EC7" w:rsidRPr="00FA4FA5">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FA4FA5">
        <w:rPr>
          <w:rFonts w:asciiTheme="majorHAnsi" w:hAnsiTheme="majorHAnsi" w:cstheme="majorHAnsi"/>
          <w:b/>
          <w:bCs/>
          <w:sz w:val="22"/>
        </w:rPr>
        <w:t>apply.</w:t>
      </w:r>
      <w:r w:rsidR="00996EC7" w:rsidRPr="00FA4FA5">
        <w:rPr>
          <w:rFonts w:asciiTheme="majorHAnsi" w:hAnsiTheme="majorHAnsi" w:cstheme="majorHAnsi"/>
          <w:b/>
          <w:bCs/>
          <w:sz w:val="22"/>
          <w:lang w:val="uk-UA"/>
        </w:rPr>
        <w:t>/</w:t>
      </w:r>
      <w:proofErr w:type="gramEnd"/>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w:t>
      </w:r>
      <w:r w:rsidR="00996EC7" w:rsidRPr="00FA4FA5">
        <w:rPr>
          <w:rFonts w:cstheme="majorHAnsi"/>
          <w:bCs w:val="0"/>
          <w:i w:val="0"/>
          <w:szCs w:val="22"/>
          <w:lang w:val="uk-UA"/>
        </w:rPr>
        <w:lastRenderedPageBreak/>
        <w:t>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proofErr w:type="gramStart"/>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w:t>
      </w:r>
      <w:proofErr w:type="gramEnd"/>
      <w:r w:rsidR="00996EC7" w:rsidRPr="00FA4FA5">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proofErr w:type="gramStart"/>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proofErr w:type="gramEnd"/>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2ADF0B6D" w14:textId="77777777" w:rsidR="001173C8" w:rsidRPr="00AE1935" w:rsidRDefault="001173C8" w:rsidP="00AE1935">
      <w:pPr>
        <w:rPr>
          <w:rStyle w:val="Hyperlink"/>
          <w:lang w:val="uk-UA"/>
        </w:rPr>
      </w:pPr>
      <w:hyperlink r:id="rId25"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r>
        <w:rPr>
          <w:rStyle w:val="Hyperlink"/>
          <w:lang w:val="uk-UA"/>
        </w:rPr>
        <w:t>,</w:t>
      </w:r>
      <w:r w:rsidRPr="00AE1935">
        <w:rPr>
          <w:rFonts w:asciiTheme="majorHAnsi" w:hAnsiTheme="majorHAnsi" w:cstheme="majorHAnsi"/>
          <w:sz w:val="22"/>
          <w:lang w:val="uk-UA"/>
        </w:rPr>
        <w:t xml:space="preserve"> </w:t>
      </w:r>
      <w:hyperlink r:id="rId26" w:history="1">
        <w:r w:rsidRPr="00AE1FA8">
          <w:rPr>
            <w:rStyle w:val="Hyperlink"/>
            <w:rFonts w:asciiTheme="majorHAnsi" w:hAnsiTheme="majorHAnsi" w:cstheme="majorHAnsi"/>
            <w:sz w:val="22"/>
          </w:rPr>
          <w:t>lesia</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tsipkun</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plan</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international</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org</w:t>
        </w:r>
      </w:hyperlink>
      <w:r>
        <w:rPr>
          <w:rStyle w:val="Hyperlink"/>
          <w:rFonts w:asciiTheme="majorHAnsi" w:hAnsiTheme="majorHAnsi" w:cstheme="majorHAnsi"/>
          <w:sz w:val="22"/>
          <w:lang w:val="uk-UA"/>
        </w:rPr>
        <w:t>,</w:t>
      </w:r>
      <w:r>
        <w:rPr>
          <w:rFonts w:asciiTheme="majorHAnsi" w:hAnsiTheme="majorHAnsi" w:cstheme="majorHAnsi"/>
          <w:sz w:val="22"/>
          <w:lang w:val="uk-UA"/>
        </w:rPr>
        <w:t xml:space="preserve"> </w:t>
      </w:r>
      <w:hyperlink r:id="rId27" w:history="1">
        <w:r w:rsidRPr="001173C8">
          <w:rPr>
            <w:rStyle w:val="Hyperlink"/>
            <w:rFonts w:asciiTheme="majorHAnsi" w:hAnsiTheme="majorHAnsi" w:cstheme="majorHAnsi"/>
            <w:sz w:val="22"/>
            <w:lang w:val="en-US"/>
          </w:rPr>
          <w:t>Mykhailo</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Prokopets</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plan</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international</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org</w:t>
        </w:r>
      </w:hyperlink>
      <w:r>
        <w:rPr>
          <w:rFonts w:asciiTheme="majorHAnsi" w:hAnsiTheme="majorHAnsi" w:cstheme="majorHAnsi"/>
          <w:sz w:val="22"/>
          <w:lang w:val="uk-UA"/>
        </w:rPr>
        <w:t>,</w:t>
      </w:r>
      <w:r w:rsidRPr="00AE1935">
        <w:rPr>
          <w:rFonts w:asciiTheme="majorHAnsi" w:hAnsiTheme="majorHAnsi" w:cstheme="majorHAnsi"/>
          <w:sz w:val="22"/>
          <w:lang w:val="uk-UA"/>
        </w:rPr>
        <w:t xml:space="preserve"> </w:t>
      </w:r>
      <w:hyperlink r:id="rId28"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2F715BE4"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BB0BD0">
        <w:rPr>
          <w:rFonts w:asciiTheme="majorHAnsi" w:hAnsiTheme="majorHAnsi" w:cstheme="majorHAnsi"/>
          <w:sz w:val="22"/>
          <w:lang w:val="uk-UA"/>
        </w:rPr>
        <w:t xml:space="preserve"> </w:t>
      </w:r>
      <w:r w:rsidR="009562EA" w:rsidRPr="00FA4FA5">
        <w:rPr>
          <w:rFonts w:asciiTheme="majorHAnsi" w:hAnsiTheme="majorHAnsi" w:cstheme="majorHAnsi"/>
          <w:sz w:val="22"/>
          <w:lang w:val="uk-UA"/>
        </w:rPr>
        <w:t>/ Дякуємо за вашу пропозицію</w:t>
      </w:r>
    </w:p>
    <w:sectPr w:rsidR="00640211" w:rsidRPr="00FA4FA5" w:rsidSect="00AE1935">
      <w:headerReference w:type="default" r:id="rId29"/>
      <w:footerReference w:type="default" r:id="rId30"/>
      <w:pgSz w:w="11906" w:h="16838"/>
      <w:pgMar w:top="851" w:right="1134"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58A33" w14:textId="77777777" w:rsidR="003A1F9A" w:rsidRDefault="003A1F9A" w:rsidP="001A5060">
      <w:pPr>
        <w:spacing w:after="0"/>
      </w:pPr>
      <w:r>
        <w:separator/>
      </w:r>
    </w:p>
  </w:endnote>
  <w:endnote w:type="continuationSeparator" w:id="0">
    <w:p w14:paraId="2BE54B12" w14:textId="77777777" w:rsidR="003A1F9A" w:rsidRDefault="003A1F9A" w:rsidP="001A5060">
      <w:pPr>
        <w:spacing w:after="0"/>
      </w:pPr>
      <w:r>
        <w:continuationSeparator/>
      </w:r>
    </w:p>
  </w:endnote>
  <w:endnote w:type="continuationNotice" w:id="1">
    <w:p w14:paraId="720FE3FF" w14:textId="77777777" w:rsidR="003A1F9A" w:rsidRDefault="003A1F9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1D8480" w14:textId="77777777" w:rsidR="003A1F9A" w:rsidRDefault="003A1F9A" w:rsidP="00AD5F3A">
      <w:pPr>
        <w:pBdr>
          <w:between w:val="single" w:sz="4" w:space="1" w:color="48ADFF" w:themeColor="accent1" w:themeTint="99"/>
        </w:pBdr>
        <w:spacing w:after="0"/>
      </w:pPr>
    </w:p>
    <w:p w14:paraId="4D712E9E" w14:textId="77777777" w:rsidR="003A1F9A" w:rsidRDefault="003A1F9A" w:rsidP="00AD5F3A">
      <w:pPr>
        <w:pBdr>
          <w:between w:val="single" w:sz="4" w:space="1" w:color="48ADFF" w:themeColor="accent1" w:themeTint="99"/>
        </w:pBdr>
        <w:spacing w:after="0"/>
      </w:pPr>
    </w:p>
  </w:footnote>
  <w:footnote w:type="continuationSeparator" w:id="0">
    <w:p w14:paraId="10553490" w14:textId="77777777" w:rsidR="003A1F9A" w:rsidRDefault="003A1F9A" w:rsidP="001A5060">
      <w:pPr>
        <w:spacing w:after="0"/>
      </w:pPr>
      <w:r>
        <w:continuationSeparator/>
      </w:r>
    </w:p>
  </w:footnote>
  <w:footnote w:type="continuationNotice" w:id="1">
    <w:p w14:paraId="13A673BB" w14:textId="77777777" w:rsidR="003A1F9A" w:rsidRDefault="003A1F9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806643183" name="Picture 806643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1175698311" name="Picture 1175698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F4E6DAA"/>
    <w:multiLevelType w:val="hybridMultilevel"/>
    <w:tmpl w:val="EB8CD7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6"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2"/>
  </w:num>
  <w:num w:numId="2" w16cid:durableId="2076320666">
    <w:abstractNumId w:val="18"/>
  </w:num>
  <w:num w:numId="3" w16cid:durableId="1559701958">
    <w:abstractNumId w:val="8"/>
  </w:num>
  <w:num w:numId="4" w16cid:durableId="225338280">
    <w:abstractNumId w:val="2"/>
  </w:num>
  <w:num w:numId="5" w16cid:durableId="415588507">
    <w:abstractNumId w:val="11"/>
  </w:num>
  <w:num w:numId="6" w16cid:durableId="861432241">
    <w:abstractNumId w:val="7"/>
  </w:num>
  <w:num w:numId="7" w16cid:durableId="827983893">
    <w:abstractNumId w:val="6"/>
  </w:num>
  <w:num w:numId="8" w16cid:durableId="449473033">
    <w:abstractNumId w:val="20"/>
  </w:num>
  <w:num w:numId="9" w16cid:durableId="162550420">
    <w:abstractNumId w:val="1"/>
  </w:num>
  <w:num w:numId="10" w16cid:durableId="1246644335">
    <w:abstractNumId w:val="0"/>
  </w:num>
  <w:num w:numId="11" w16cid:durableId="1426728125">
    <w:abstractNumId w:val="14"/>
  </w:num>
  <w:num w:numId="12" w16cid:durableId="1409113977">
    <w:abstractNumId w:val="3"/>
  </w:num>
  <w:num w:numId="13" w16cid:durableId="439494472">
    <w:abstractNumId w:val="5"/>
  </w:num>
  <w:num w:numId="14" w16cid:durableId="1678187138">
    <w:abstractNumId w:val="13"/>
  </w:num>
  <w:num w:numId="15" w16cid:durableId="821972579">
    <w:abstractNumId w:val="19"/>
  </w:num>
  <w:num w:numId="16" w16cid:durableId="705637770">
    <w:abstractNumId w:val="10"/>
  </w:num>
  <w:num w:numId="17" w16cid:durableId="1444569174">
    <w:abstractNumId w:val="16"/>
  </w:num>
  <w:num w:numId="18" w16cid:durableId="503672400">
    <w:abstractNumId w:val="17"/>
  </w:num>
  <w:num w:numId="19" w16cid:durableId="819927275">
    <w:abstractNumId w:val="21"/>
  </w:num>
  <w:num w:numId="20" w16cid:durableId="792215570">
    <w:abstractNumId w:val="9"/>
  </w:num>
  <w:num w:numId="21" w16cid:durableId="881208295">
    <w:abstractNumId w:val="4"/>
  </w:num>
  <w:num w:numId="22" w16cid:durableId="142167407">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5CF8"/>
    <w:rsid w:val="00006860"/>
    <w:rsid w:val="00012334"/>
    <w:rsid w:val="00013A93"/>
    <w:rsid w:val="00013DD0"/>
    <w:rsid w:val="000209D4"/>
    <w:rsid w:val="00020BE7"/>
    <w:rsid w:val="00021EA1"/>
    <w:rsid w:val="00027E07"/>
    <w:rsid w:val="00027F86"/>
    <w:rsid w:val="000303C7"/>
    <w:rsid w:val="00031A05"/>
    <w:rsid w:val="00031C02"/>
    <w:rsid w:val="00034E72"/>
    <w:rsid w:val="00034E85"/>
    <w:rsid w:val="000373E1"/>
    <w:rsid w:val="000379B7"/>
    <w:rsid w:val="00037A7C"/>
    <w:rsid w:val="00037DC0"/>
    <w:rsid w:val="0004002D"/>
    <w:rsid w:val="0004041F"/>
    <w:rsid w:val="000420E5"/>
    <w:rsid w:val="00042B9F"/>
    <w:rsid w:val="00047840"/>
    <w:rsid w:val="000500D5"/>
    <w:rsid w:val="000549EC"/>
    <w:rsid w:val="000560BB"/>
    <w:rsid w:val="00062667"/>
    <w:rsid w:val="000630E8"/>
    <w:rsid w:val="00063D50"/>
    <w:rsid w:val="00064CE4"/>
    <w:rsid w:val="00074426"/>
    <w:rsid w:val="00074D31"/>
    <w:rsid w:val="00074FB1"/>
    <w:rsid w:val="000758E8"/>
    <w:rsid w:val="00075E72"/>
    <w:rsid w:val="0008017A"/>
    <w:rsid w:val="00080677"/>
    <w:rsid w:val="00081236"/>
    <w:rsid w:val="00081D93"/>
    <w:rsid w:val="00082B9C"/>
    <w:rsid w:val="0008547F"/>
    <w:rsid w:val="00091910"/>
    <w:rsid w:val="00093942"/>
    <w:rsid w:val="00094DED"/>
    <w:rsid w:val="00096C91"/>
    <w:rsid w:val="00097EA8"/>
    <w:rsid w:val="000A02F5"/>
    <w:rsid w:val="000A4F2F"/>
    <w:rsid w:val="000A5C00"/>
    <w:rsid w:val="000A787B"/>
    <w:rsid w:val="000B1F93"/>
    <w:rsid w:val="000B3B13"/>
    <w:rsid w:val="000B5522"/>
    <w:rsid w:val="000B5BEE"/>
    <w:rsid w:val="000B6038"/>
    <w:rsid w:val="000B6E9F"/>
    <w:rsid w:val="000C29E4"/>
    <w:rsid w:val="000C5628"/>
    <w:rsid w:val="000C58A1"/>
    <w:rsid w:val="000D068E"/>
    <w:rsid w:val="000D1079"/>
    <w:rsid w:val="000D400E"/>
    <w:rsid w:val="000D50A5"/>
    <w:rsid w:val="000D76F1"/>
    <w:rsid w:val="000D7B6D"/>
    <w:rsid w:val="000E4AE5"/>
    <w:rsid w:val="000E65C2"/>
    <w:rsid w:val="000F0C16"/>
    <w:rsid w:val="000F135A"/>
    <w:rsid w:val="000F432D"/>
    <w:rsid w:val="000F6C5F"/>
    <w:rsid w:val="00102939"/>
    <w:rsid w:val="00107B90"/>
    <w:rsid w:val="00112133"/>
    <w:rsid w:val="00112988"/>
    <w:rsid w:val="00112C35"/>
    <w:rsid w:val="00114EC3"/>
    <w:rsid w:val="001172C1"/>
    <w:rsid w:val="001173C8"/>
    <w:rsid w:val="00121D78"/>
    <w:rsid w:val="00122F47"/>
    <w:rsid w:val="00123692"/>
    <w:rsid w:val="00123E5D"/>
    <w:rsid w:val="0012424A"/>
    <w:rsid w:val="00124B90"/>
    <w:rsid w:val="00125648"/>
    <w:rsid w:val="0012628D"/>
    <w:rsid w:val="00127399"/>
    <w:rsid w:val="00130238"/>
    <w:rsid w:val="001302F3"/>
    <w:rsid w:val="00141BD0"/>
    <w:rsid w:val="0014243A"/>
    <w:rsid w:val="00142932"/>
    <w:rsid w:val="00142CCF"/>
    <w:rsid w:val="00143616"/>
    <w:rsid w:val="00146A15"/>
    <w:rsid w:val="00146D5B"/>
    <w:rsid w:val="0015066D"/>
    <w:rsid w:val="00153A15"/>
    <w:rsid w:val="001540B4"/>
    <w:rsid w:val="00154672"/>
    <w:rsid w:val="00155D62"/>
    <w:rsid w:val="001564E0"/>
    <w:rsid w:val="0016027A"/>
    <w:rsid w:val="00161841"/>
    <w:rsid w:val="0016460A"/>
    <w:rsid w:val="00164B32"/>
    <w:rsid w:val="001658B4"/>
    <w:rsid w:val="00165BA1"/>
    <w:rsid w:val="0016652B"/>
    <w:rsid w:val="001706A2"/>
    <w:rsid w:val="00170EB8"/>
    <w:rsid w:val="00171CA8"/>
    <w:rsid w:val="00173DEF"/>
    <w:rsid w:val="001749A2"/>
    <w:rsid w:val="00174E15"/>
    <w:rsid w:val="00176985"/>
    <w:rsid w:val="00185058"/>
    <w:rsid w:val="0018525E"/>
    <w:rsid w:val="00192072"/>
    <w:rsid w:val="00192C48"/>
    <w:rsid w:val="00193C4D"/>
    <w:rsid w:val="00194D90"/>
    <w:rsid w:val="00196F33"/>
    <w:rsid w:val="001A119B"/>
    <w:rsid w:val="001A2630"/>
    <w:rsid w:val="001A2D1B"/>
    <w:rsid w:val="001A36C4"/>
    <w:rsid w:val="001A4272"/>
    <w:rsid w:val="001A5060"/>
    <w:rsid w:val="001A5402"/>
    <w:rsid w:val="001B26C8"/>
    <w:rsid w:val="001B2B92"/>
    <w:rsid w:val="001B4326"/>
    <w:rsid w:val="001B74E5"/>
    <w:rsid w:val="001C2F04"/>
    <w:rsid w:val="001C3EAC"/>
    <w:rsid w:val="001C4374"/>
    <w:rsid w:val="001C4886"/>
    <w:rsid w:val="001D074F"/>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16EED"/>
    <w:rsid w:val="00220242"/>
    <w:rsid w:val="00221D46"/>
    <w:rsid w:val="00222513"/>
    <w:rsid w:val="00225C04"/>
    <w:rsid w:val="002344D3"/>
    <w:rsid w:val="0023532B"/>
    <w:rsid w:val="002376B6"/>
    <w:rsid w:val="00241172"/>
    <w:rsid w:val="002412DC"/>
    <w:rsid w:val="002415AE"/>
    <w:rsid w:val="002425E5"/>
    <w:rsid w:val="0024289E"/>
    <w:rsid w:val="002434AA"/>
    <w:rsid w:val="0024416A"/>
    <w:rsid w:val="0024468B"/>
    <w:rsid w:val="00245FE8"/>
    <w:rsid w:val="002466D0"/>
    <w:rsid w:val="00247FE9"/>
    <w:rsid w:val="00260962"/>
    <w:rsid w:val="002609B4"/>
    <w:rsid w:val="00260EAD"/>
    <w:rsid w:val="0026216C"/>
    <w:rsid w:val="0026564D"/>
    <w:rsid w:val="00267C12"/>
    <w:rsid w:val="00271FE2"/>
    <w:rsid w:val="00273D9E"/>
    <w:rsid w:val="0028351E"/>
    <w:rsid w:val="002839E7"/>
    <w:rsid w:val="0028421C"/>
    <w:rsid w:val="0028432D"/>
    <w:rsid w:val="00284545"/>
    <w:rsid w:val="0028484B"/>
    <w:rsid w:val="002857C8"/>
    <w:rsid w:val="00285A5D"/>
    <w:rsid w:val="00285D7E"/>
    <w:rsid w:val="00293CA2"/>
    <w:rsid w:val="00294B4D"/>
    <w:rsid w:val="0029540C"/>
    <w:rsid w:val="00296262"/>
    <w:rsid w:val="0029765F"/>
    <w:rsid w:val="002A19AE"/>
    <w:rsid w:val="002A2F46"/>
    <w:rsid w:val="002A3BC5"/>
    <w:rsid w:val="002A4024"/>
    <w:rsid w:val="002A4E64"/>
    <w:rsid w:val="002A599A"/>
    <w:rsid w:val="002A7785"/>
    <w:rsid w:val="002A7F3A"/>
    <w:rsid w:val="002B1BF0"/>
    <w:rsid w:val="002B2DF1"/>
    <w:rsid w:val="002C0AFD"/>
    <w:rsid w:val="002C0BBA"/>
    <w:rsid w:val="002C194B"/>
    <w:rsid w:val="002C2206"/>
    <w:rsid w:val="002C489F"/>
    <w:rsid w:val="002C6DDC"/>
    <w:rsid w:val="002D2687"/>
    <w:rsid w:val="002D434C"/>
    <w:rsid w:val="002D72DE"/>
    <w:rsid w:val="002E1BFE"/>
    <w:rsid w:val="002E3527"/>
    <w:rsid w:val="002E357B"/>
    <w:rsid w:val="002E3930"/>
    <w:rsid w:val="002E74A4"/>
    <w:rsid w:val="002F02FB"/>
    <w:rsid w:val="002F197C"/>
    <w:rsid w:val="002F1E89"/>
    <w:rsid w:val="002F2253"/>
    <w:rsid w:val="002F31B4"/>
    <w:rsid w:val="002F3588"/>
    <w:rsid w:val="002F48C9"/>
    <w:rsid w:val="00301F02"/>
    <w:rsid w:val="00304824"/>
    <w:rsid w:val="00304F90"/>
    <w:rsid w:val="00305EFF"/>
    <w:rsid w:val="00306782"/>
    <w:rsid w:val="003078A6"/>
    <w:rsid w:val="003147B0"/>
    <w:rsid w:val="00321C21"/>
    <w:rsid w:val="00322876"/>
    <w:rsid w:val="00323D1A"/>
    <w:rsid w:val="00327BF0"/>
    <w:rsid w:val="00330B3E"/>
    <w:rsid w:val="0033140E"/>
    <w:rsid w:val="00333F3E"/>
    <w:rsid w:val="003351B3"/>
    <w:rsid w:val="00335A93"/>
    <w:rsid w:val="00335DFE"/>
    <w:rsid w:val="0033657B"/>
    <w:rsid w:val="00344179"/>
    <w:rsid w:val="00345D72"/>
    <w:rsid w:val="00345DD1"/>
    <w:rsid w:val="00352EFB"/>
    <w:rsid w:val="00355442"/>
    <w:rsid w:val="00356643"/>
    <w:rsid w:val="003574FA"/>
    <w:rsid w:val="003626A9"/>
    <w:rsid w:val="0036485A"/>
    <w:rsid w:val="00365905"/>
    <w:rsid w:val="00366783"/>
    <w:rsid w:val="003670B0"/>
    <w:rsid w:val="00371321"/>
    <w:rsid w:val="00371E51"/>
    <w:rsid w:val="00374BE3"/>
    <w:rsid w:val="00374C2A"/>
    <w:rsid w:val="00376454"/>
    <w:rsid w:val="003825E9"/>
    <w:rsid w:val="00384276"/>
    <w:rsid w:val="00387CC2"/>
    <w:rsid w:val="003904CC"/>
    <w:rsid w:val="003966C5"/>
    <w:rsid w:val="003970D7"/>
    <w:rsid w:val="00397248"/>
    <w:rsid w:val="00397EEB"/>
    <w:rsid w:val="003A0C0F"/>
    <w:rsid w:val="003A1F9A"/>
    <w:rsid w:val="003A2DBF"/>
    <w:rsid w:val="003A3E3F"/>
    <w:rsid w:val="003A50AD"/>
    <w:rsid w:val="003A7B7F"/>
    <w:rsid w:val="003B1BA3"/>
    <w:rsid w:val="003B3080"/>
    <w:rsid w:val="003B41A2"/>
    <w:rsid w:val="003B479B"/>
    <w:rsid w:val="003B7E8D"/>
    <w:rsid w:val="003C4BA0"/>
    <w:rsid w:val="003C5F60"/>
    <w:rsid w:val="003C6905"/>
    <w:rsid w:val="003C7CA7"/>
    <w:rsid w:val="003D27C3"/>
    <w:rsid w:val="003D4801"/>
    <w:rsid w:val="003D699F"/>
    <w:rsid w:val="003D777D"/>
    <w:rsid w:val="003E0986"/>
    <w:rsid w:val="003E3A8C"/>
    <w:rsid w:val="003E7CB1"/>
    <w:rsid w:val="003F32EC"/>
    <w:rsid w:val="003F364B"/>
    <w:rsid w:val="003F5605"/>
    <w:rsid w:val="00400F2A"/>
    <w:rsid w:val="00405184"/>
    <w:rsid w:val="00405609"/>
    <w:rsid w:val="00410FD0"/>
    <w:rsid w:val="00411896"/>
    <w:rsid w:val="00414D4A"/>
    <w:rsid w:val="00416913"/>
    <w:rsid w:val="00420896"/>
    <w:rsid w:val="004209C3"/>
    <w:rsid w:val="004226CA"/>
    <w:rsid w:val="004269FE"/>
    <w:rsid w:val="00427E72"/>
    <w:rsid w:val="00430AAD"/>
    <w:rsid w:val="00430DA0"/>
    <w:rsid w:val="00431A6F"/>
    <w:rsid w:val="0043211A"/>
    <w:rsid w:val="00433CF5"/>
    <w:rsid w:val="0043465D"/>
    <w:rsid w:val="00435A96"/>
    <w:rsid w:val="00435C7D"/>
    <w:rsid w:val="00436177"/>
    <w:rsid w:val="00437442"/>
    <w:rsid w:val="00440922"/>
    <w:rsid w:val="00440E82"/>
    <w:rsid w:val="0044154C"/>
    <w:rsid w:val="00444ABE"/>
    <w:rsid w:val="00444D0B"/>
    <w:rsid w:val="00444EBE"/>
    <w:rsid w:val="0044588A"/>
    <w:rsid w:val="00450D36"/>
    <w:rsid w:val="004512C4"/>
    <w:rsid w:val="0045246C"/>
    <w:rsid w:val="0045387B"/>
    <w:rsid w:val="004545FC"/>
    <w:rsid w:val="00454637"/>
    <w:rsid w:val="00454D90"/>
    <w:rsid w:val="00456302"/>
    <w:rsid w:val="004570F6"/>
    <w:rsid w:val="004608F8"/>
    <w:rsid w:val="00462B4A"/>
    <w:rsid w:val="004633E9"/>
    <w:rsid w:val="00467E62"/>
    <w:rsid w:val="0047142B"/>
    <w:rsid w:val="0047662E"/>
    <w:rsid w:val="0047729F"/>
    <w:rsid w:val="00477EB3"/>
    <w:rsid w:val="00481D19"/>
    <w:rsid w:val="0048203A"/>
    <w:rsid w:val="0048546F"/>
    <w:rsid w:val="00487B6B"/>
    <w:rsid w:val="00487F35"/>
    <w:rsid w:val="00493A8D"/>
    <w:rsid w:val="00494B75"/>
    <w:rsid w:val="00495723"/>
    <w:rsid w:val="004A0F15"/>
    <w:rsid w:val="004A259B"/>
    <w:rsid w:val="004B1950"/>
    <w:rsid w:val="004B1AE4"/>
    <w:rsid w:val="004B1D6D"/>
    <w:rsid w:val="004B41CC"/>
    <w:rsid w:val="004B5754"/>
    <w:rsid w:val="004B6C95"/>
    <w:rsid w:val="004C1C10"/>
    <w:rsid w:val="004C212D"/>
    <w:rsid w:val="004C3138"/>
    <w:rsid w:val="004C7DCC"/>
    <w:rsid w:val="004D0565"/>
    <w:rsid w:val="004D1D88"/>
    <w:rsid w:val="004D29CC"/>
    <w:rsid w:val="004D4D73"/>
    <w:rsid w:val="004D5298"/>
    <w:rsid w:val="004E0879"/>
    <w:rsid w:val="004E401D"/>
    <w:rsid w:val="004E7D70"/>
    <w:rsid w:val="004F0DE6"/>
    <w:rsid w:val="004F1850"/>
    <w:rsid w:val="004F2932"/>
    <w:rsid w:val="004F2B43"/>
    <w:rsid w:val="004F4B5D"/>
    <w:rsid w:val="00501AC9"/>
    <w:rsid w:val="00501D17"/>
    <w:rsid w:val="00502F03"/>
    <w:rsid w:val="00503ABE"/>
    <w:rsid w:val="00505CAB"/>
    <w:rsid w:val="00506242"/>
    <w:rsid w:val="00506F33"/>
    <w:rsid w:val="005126D7"/>
    <w:rsid w:val="005149FB"/>
    <w:rsid w:val="00516509"/>
    <w:rsid w:val="00516AFE"/>
    <w:rsid w:val="00517CF1"/>
    <w:rsid w:val="00524108"/>
    <w:rsid w:val="00524FD2"/>
    <w:rsid w:val="00526221"/>
    <w:rsid w:val="005300E0"/>
    <w:rsid w:val="005328D6"/>
    <w:rsid w:val="00534552"/>
    <w:rsid w:val="00535890"/>
    <w:rsid w:val="00536511"/>
    <w:rsid w:val="005409C4"/>
    <w:rsid w:val="0054234B"/>
    <w:rsid w:val="0054249A"/>
    <w:rsid w:val="005444A1"/>
    <w:rsid w:val="00544E26"/>
    <w:rsid w:val="005460A8"/>
    <w:rsid w:val="005472A1"/>
    <w:rsid w:val="00552A25"/>
    <w:rsid w:val="005531BA"/>
    <w:rsid w:val="00553547"/>
    <w:rsid w:val="005559C3"/>
    <w:rsid w:val="0055665F"/>
    <w:rsid w:val="0055717C"/>
    <w:rsid w:val="005606AA"/>
    <w:rsid w:val="005612A9"/>
    <w:rsid w:val="00561348"/>
    <w:rsid w:val="00564535"/>
    <w:rsid w:val="005677DF"/>
    <w:rsid w:val="00567D55"/>
    <w:rsid w:val="00571BD0"/>
    <w:rsid w:val="0057226B"/>
    <w:rsid w:val="00573610"/>
    <w:rsid w:val="0057369F"/>
    <w:rsid w:val="0057410F"/>
    <w:rsid w:val="00577FB9"/>
    <w:rsid w:val="00580FBF"/>
    <w:rsid w:val="00582D68"/>
    <w:rsid w:val="00585555"/>
    <w:rsid w:val="00585F26"/>
    <w:rsid w:val="00586C80"/>
    <w:rsid w:val="005876B9"/>
    <w:rsid w:val="00587AC5"/>
    <w:rsid w:val="005906D1"/>
    <w:rsid w:val="00590909"/>
    <w:rsid w:val="005927F5"/>
    <w:rsid w:val="005931E1"/>
    <w:rsid w:val="00593C14"/>
    <w:rsid w:val="00596234"/>
    <w:rsid w:val="00597126"/>
    <w:rsid w:val="005A0CF0"/>
    <w:rsid w:val="005A6882"/>
    <w:rsid w:val="005B1EEC"/>
    <w:rsid w:val="005B347A"/>
    <w:rsid w:val="005B442E"/>
    <w:rsid w:val="005B5F78"/>
    <w:rsid w:val="005B7488"/>
    <w:rsid w:val="005B7C07"/>
    <w:rsid w:val="005C1BA2"/>
    <w:rsid w:val="005C2468"/>
    <w:rsid w:val="005C5A9B"/>
    <w:rsid w:val="005C749B"/>
    <w:rsid w:val="005D023E"/>
    <w:rsid w:val="005D1879"/>
    <w:rsid w:val="005D44F5"/>
    <w:rsid w:val="005D7B0B"/>
    <w:rsid w:val="005E02D3"/>
    <w:rsid w:val="005E089A"/>
    <w:rsid w:val="005E0FED"/>
    <w:rsid w:val="005E239F"/>
    <w:rsid w:val="005E3F5D"/>
    <w:rsid w:val="005E40F3"/>
    <w:rsid w:val="005E66ED"/>
    <w:rsid w:val="005E711E"/>
    <w:rsid w:val="005F0501"/>
    <w:rsid w:val="005F1416"/>
    <w:rsid w:val="005F1BFB"/>
    <w:rsid w:val="005F3E16"/>
    <w:rsid w:val="005F569B"/>
    <w:rsid w:val="005F6B3A"/>
    <w:rsid w:val="005F7961"/>
    <w:rsid w:val="00602061"/>
    <w:rsid w:val="00606915"/>
    <w:rsid w:val="006124EF"/>
    <w:rsid w:val="006146BE"/>
    <w:rsid w:val="006151C2"/>
    <w:rsid w:val="006152A3"/>
    <w:rsid w:val="00615D29"/>
    <w:rsid w:val="00616EA6"/>
    <w:rsid w:val="006208A8"/>
    <w:rsid w:val="00624BEA"/>
    <w:rsid w:val="00624C5F"/>
    <w:rsid w:val="00630608"/>
    <w:rsid w:val="00630A29"/>
    <w:rsid w:val="006333B8"/>
    <w:rsid w:val="00634D00"/>
    <w:rsid w:val="00635B2B"/>
    <w:rsid w:val="00636ADE"/>
    <w:rsid w:val="00637172"/>
    <w:rsid w:val="00640211"/>
    <w:rsid w:val="006419D0"/>
    <w:rsid w:val="00644C46"/>
    <w:rsid w:val="00644CDC"/>
    <w:rsid w:val="006463B0"/>
    <w:rsid w:val="00646A59"/>
    <w:rsid w:val="00650267"/>
    <w:rsid w:val="006506F7"/>
    <w:rsid w:val="006522AA"/>
    <w:rsid w:val="006524B3"/>
    <w:rsid w:val="006545B2"/>
    <w:rsid w:val="00657815"/>
    <w:rsid w:val="00661C06"/>
    <w:rsid w:val="00661D81"/>
    <w:rsid w:val="00662970"/>
    <w:rsid w:val="00662CE8"/>
    <w:rsid w:val="00662E33"/>
    <w:rsid w:val="0066749A"/>
    <w:rsid w:val="00667C58"/>
    <w:rsid w:val="00677A6A"/>
    <w:rsid w:val="00680F39"/>
    <w:rsid w:val="0068128C"/>
    <w:rsid w:val="006833AC"/>
    <w:rsid w:val="00683D0D"/>
    <w:rsid w:val="0068509D"/>
    <w:rsid w:val="00687824"/>
    <w:rsid w:val="00692B45"/>
    <w:rsid w:val="00693785"/>
    <w:rsid w:val="006A283D"/>
    <w:rsid w:val="006A38A9"/>
    <w:rsid w:val="006A57BC"/>
    <w:rsid w:val="006A7B6C"/>
    <w:rsid w:val="006B2DE1"/>
    <w:rsid w:val="006B381F"/>
    <w:rsid w:val="006B3EE3"/>
    <w:rsid w:val="006B7361"/>
    <w:rsid w:val="006B740E"/>
    <w:rsid w:val="006C0024"/>
    <w:rsid w:val="006C01A0"/>
    <w:rsid w:val="006C1BCB"/>
    <w:rsid w:val="006C2829"/>
    <w:rsid w:val="006C2E79"/>
    <w:rsid w:val="006C399C"/>
    <w:rsid w:val="006C5AFF"/>
    <w:rsid w:val="006D0D56"/>
    <w:rsid w:val="006D1B21"/>
    <w:rsid w:val="006D2F84"/>
    <w:rsid w:val="006D4970"/>
    <w:rsid w:val="006D547F"/>
    <w:rsid w:val="006D6286"/>
    <w:rsid w:val="006D7848"/>
    <w:rsid w:val="006E063F"/>
    <w:rsid w:val="006E077A"/>
    <w:rsid w:val="006E118B"/>
    <w:rsid w:val="006E31A6"/>
    <w:rsid w:val="006E3460"/>
    <w:rsid w:val="006E39BB"/>
    <w:rsid w:val="006E4EC0"/>
    <w:rsid w:val="006E68D4"/>
    <w:rsid w:val="006E760B"/>
    <w:rsid w:val="006F3971"/>
    <w:rsid w:val="006F5876"/>
    <w:rsid w:val="006F628E"/>
    <w:rsid w:val="00700C41"/>
    <w:rsid w:val="0070256E"/>
    <w:rsid w:val="0070271E"/>
    <w:rsid w:val="0070330D"/>
    <w:rsid w:val="00703E7D"/>
    <w:rsid w:val="0070409C"/>
    <w:rsid w:val="00704329"/>
    <w:rsid w:val="007057B4"/>
    <w:rsid w:val="0070678C"/>
    <w:rsid w:val="00706EA3"/>
    <w:rsid w:val="007073BB"/>
    <w:rsid w:val="00714391"/>
    <w:rsid w:val="0071625F"/>
    <w:rsid w:val="00726F9D"/>
    <w:rsid w:val="007322E0"/>
    <w:rsid w:val="00736151"/>
    <w:rsid w:val="00737FB2"/>
    <w:rsid w:val="00750D36"/>
    <w:rsid w:val="0075158C"/>
    <w:rsid w:val="007524AA"/>
    <w:rsid w:val="0075262C"/>
    <w:rsid w:val="00762D76"/>
    <w:rsid w:val="0076660D"/>
    <w:rsid w:val="007674F3"/>
    <w:rsid w:val="007675F8"/>
    <w:rsid w:val="0077403F"/>
    <w:rsid w:val="00775CFC"/>
    <w:rsid w:val="00777A8D"/>
    <w:rsid w:val="0078164A"/>
    <w:rsid w:val="007821C3"/>
    <w:rsid w:val="0078270C"/>
    <w:rsid w:val="00782893"/>
    <w:rsid w:val="007835C6"/>
    <w:rsid w:val="0078678D"/>
    <w:rsid w:val="00786B3B"/>
    <w:rsid w:val="0079053E"/>
    <w:rsid w:val="00790AFC"/>
    <w:rsid w:val="00792E3F"/>
    <w:rsid w:val="00797009"/>
    <w:rsid w:val="007973F3"/>
    <w:rsid w:val="007A0899"/>
    <w:rsid w:val="007A09AB"/>
    <w:rsid w:val="007A24FC"/>
    <w:rsid w:val="007A3485"/>
    <w:rsid w:val="007A3A1E"/>
    <w:rsid w:val="007A547E"/>
    <w:rsid w:val="007A560C"/>
    <w:rsid w:val="007A79CA"/>
    <w:rsid w:val="007A7AF4"/>
    <w:rsid w:val="007B320D"/>
    <w:rsid w:val="007B3210"/>
    <w:rsid w:val="007B3241"/>
    <w:rsid w:val="007B3A02"/>
    <w:rsid w:val="007B52AA"/>
    <w:rsid w:val="007C0828"/>
    <w:rsid w:val="007E2779"/>
    <w:rsid w:val="007E587E"/>
    <w:rsid w:val="007F35B2"/>
    <w:rsid w:val="007F716C"/>
    <w:rsid w:val="007F779F"/>
    <w:rsid w:val="007F7DBC"/>
    <w:rsid w:val="008008E2"/>
    <w:rsid w:val="00801BBC"/>
    <w:rsid w:val="00802906"/>
    <w:rsid w:val="00803AED"/>
    <w:rsid w:val="00804E23"/>
    <w:rsid w:val="00805B7C"/>
    <w:rsid w:val="008103BF"/>
    <w:rsid w:val="008110A6"/>
    <w:rsid w:val="008117EB"/>
    <w:rsid w:val="008146A4"/>
    <w:rsid w:val="00816283"/>
    <w:rsid w:val="008169D3"/>
    <w:rsid w:val="0081725F"/>
    <w:rsid w:val="00817408"/>
    <w:rsid w:val="0082128C"/>
    <w:rsid w:val="0082329C"/>
    <w:rsid w:val="008236AE"/>
    <w:rsid w:val="008268BA"/>
    <w:rsid w:val="00827ADE"/>
    <w:rsid w:val="00830F37"/>
    <w:rsid w:val="0083115B"/>
    <w:rsid w:val="0083130C"/>
    <w:rsid w:val="00833771"/>
    <w:rsid w:val="00833DD4"/>
    <w:rsid w:val="00834407"/>
    <w:rsid w:val="00834E51"/>
    <w:rsid w:val="00836A84"/>
    <w:rsid w:val="00841EEA"/>
    <w:rsid w:val="00842957"/>
    <w:rsid w:val="00843505"/>
    <w:rsid w:val="0084465B"/>
    <w:rsid w:val="008472D1"/>
    <w:rsid w:val="008473E7"/>
    <w:rsid w:val="00850920"/>
    <w:rsid w:val="00852349"/>
    <w:rsid w:val="00853612"/>
    <w:rsid w:val="008554CB"/>
    <w:rsid w:val="00856B7D"/>
    <w:rsid w:val="00856EA0"/>
    <w:rsid w:val="008614B5"/>
    <w:rsid w:val="00862CDE"/>
    <w:rsid w:val="008646D4"/>
    <w:rsid w:val="00865C4C"/>
    <w:rsid w:val="00870008"/>
    <w:rsid w:val="00871073"/>
    <w:rsid w:val="008711BC"/>
    <w:rsid w:val="00873C31"/>
    <w:rsid w:val="008751A2"/>
    <w:rsid w:val="008757C4"/>
    <w:rsid w:val="008763D4"/>
    <w:rsid w:val="008771E2"/>
    <w:rsid w:val="00877ABF"/>
    <w:rsid w:val="00880543"/>
    <w:rsid w:val="008827DF"/>
    <w:rsid w:val="008861BA"/>
    <w:rsid w:val="00886800"/>
    <w:rsid w:val="008870E7"/>
    <w:rsid w:val="00890CA7"/>
    <w:rsid w:val="00891443"/>
    <w:rsid w:val="0089232A"/>
    <w:rsid w:val="0089352A"/>
    <w:rsid w:val="00895CAF"/>
    <w:rsid w:val="008963DD"/>
    <w:rsid w:val="0089686F"/>
    <w:rsid w:val="00896DBD"/>
    <w:rsid w:val="00897B89"/>
    <w:rsid w:val="008A072A"/>
    <w:rsid w:val="008A17D8"/>
    <w:rsid w:val="008A1C33"/>
    <w:rsid w:val="008A371E"/>
    <w:rsid w:val="008A4452"/>
    <w:rsid w:val="008A4B01"/>
    <w:rsid w:val="008A6A45"/>
    <w:rsid w:val="008B01A0"/>
    <w:rsid w:val="008B3180"/>
    <w:rsid w:val="008B4B84"/>
    <w:rsid w:val="008B7741"/>
    <w:rsid w:val="008B7FE1"/>
    <w:rsid w:val="008C0C39"/>
    <w:rsid w:val="008C14E5"/>
    <w:rsid w:val="008C1638"/>
    <w:rsid w:val="008C1A66"/>
    <w:rsid w:val="008C3E8B"/>
    <w:rsid w:val="008C5BA6"/>
    <w:rsid w:val="008C6A83"/>
    <w:rsid w:val="008D0A93"/>
    <w:rsid w:val="008D15B3"/>
    <w:rsid w:val="008D21AE"/>
    <w:rsid w:val="008D2E0A"/>
    <w:rsid w:val="008D41E4"/>
    <w:rsid w:val="008D709D"/>
    <w:rsid w:val="008D75C7"/>
    <w:rsid w:val="008E2949"/>
    <w:rsid w:val="008E3237"/>
    <w:rsid w:val="008E4F70"/>
    <w:rsid w:val="008E5BA7"/>
    <w:rsid w:val="008F0981"/>
    <w:rsid w:val="008F3335"/>
    <w:rsid w:val="008F45EA"/>
    <w:rsid w:val="008F49FD"/>
    <w:rsid w:val="008F4CED"/>
    <w:rsid w:val="008F5C22"/>
    <w:rsid w:val="00900CFA"/>
    <w:rsid w:val="009013B2"/>
    <w:rsid w:val="00901595"/>
    <w:rsid w:val="0090267A"/>
    <w:rsid w:val="0090297B"/>
    <w:rsid w:val="00904B56"/>
    <w:rsid w:val="00904E12"/>
    <w:rsid w:val="00905AD0"/>
    <w:rsid w:val="0090609F"/>
    <w:rsid w:val="00912A7F"/>
    <w:rsid w:val="0091726E"/>
    <w:rsid w:val="00917801"/>
    <w:rsid w:val="00920DB3"/>
    <w:rsid w:val="0092464E"/>
    <w:rsid w:val="009251FF"/>
    <w:rsid w:val="00925366"/>
    <w:rsid w:val="009351C3"/>
    <w:rsid w:val="0093679A"/>
    <w:rsid w:val="009422F5"/>
    <w:rsid w:val="0094349C"/>
    <w:rsid w:val="00943970"/>
    <w:rsid w:val="00947B53"/>
    <w:rsid w:val="00954D87"/>
    <w:rsid w:val="009562EA"/>
    <w:rsid w:val="0096040E"/>
    <w:rsid w:val="00961BE4"/>
    <w:rsid w:val="00963626"/>
    <w:rsid w:val="00963A5A"/>
    <w:rsid w:val="00965922"/>
    <w:rsid w:val="00967763"/>
    <w:rsid w:val="00967FBC"/>
    <w:rsid w:val="00971625"/>
    <w:rsid w:val="00971FB7"/>
    <w:rsid w:val="00972491"/>
    <w:rsid w:val="00972C2B"/>
    <w:rsid w:val="00973C32"/>
    <w:rsid w:val="00974096"/>
    <w:rsid w:val="00976D25"/>
    <w:rsid w:val="00980221"/>
    <w:rsid w:val="00981282"/>
    <w:rsid w:val="00981C11"/>
    <w:rsid w:val="00983FE4"/>
    <w:rsid w:val="0098462D"/>
    <w:rsid w:val="00984AEE"/>
    <w:rsid w:val="00985BC7"/>
    <w:rsid w:val="0098796A"/>
    <w:rsid w:val="0099087D"/>
    <w:rsid w:val="009925F6"/>
    <w:rsid w:val="00993873"/>
    <w:rsid w:val="00994945"/>
    <w:rsid w:val="00995E56"/>
    <w:rsid w:val="00996EC7"/>
    <w:rsid w:val="009A4AEA"/>
    <w:rsid w:val="009A4EE0"/>
    <w:rsid w:val="009A54DF"/>
    <w:rsid w:val="009A7A56"/>
    <w:rsid w:val="009B1D2E"/>
    <w:rsid w:val="009B2086"/>
    <w:rsid w:val="009B2EA5"/>
    <w:rsid w:val="009B4271"/>
    <w:rsid w:val="009B670C"/>
    <w:rsid w:val="009B682A"/>
    <w:rsid w:val="009B6B43"/>
    <w:rsid w:val="009B7F52"/>
    <w:rsid w:val="009C01C7"/>
    <w:rsid w:val="009C0523"/>
    <w:rsid w:val="009C21DC"/>
    <w:rsid w:val="009C4EB4"/>
    <w:rsid w:val="009C4EEF"/>
    <w:rsid w:val="009C689B"/>
    <w:rsid w:val="009C6A05"/>
    <w:rsid w:val="009C6D52"/>
    <w:rsid w:val="009C748A"/>
    <w:rsid w:val="009D4A68"/>
    <w:rsid w:val="009D4BE7"/>
    <w:rsid w:val="009D4E42"/>
    <w:rsid w:val="009D50BA"/>
    <w:rsid w:val="009D593B"/>
    <w:rsid w:val="009D7CCF"/>
    <w:rsid w:val="009D7F24"/>
    <w:rsid w:val="009E229B"/>
    <w:rsid w:val="009E3611"/>
    <w:rsid w:val="009F4742"/>
    <w:rsid w:val="009F4842"/>
    <w:rsid w:val="009F63C0"/>
    <w:rsid w:val="00A01395"/>
    <w:rsid w:val="00A060F7"/>
    <w:rsid w:val="00A068B8"/>
    <w:rsid w:val="00A07D46"/>
    <w:rsid w:val="00A10C3B"/>
    <w:rsid w:val="00A12B52"/>
    <w:rsid w:val="00A138A7"/>
    <w:rsid w:val="00A1394D"/>
    <w:rsid w:val="00A16EE8"/>
    <w:rsid w:val="00A2020E"/>
    <w:rsid w:val="00A2034F"/>
    <w:rsid w:val="00A2146C"/>
    <w:rsid w:val="00A21790"/>
    <w:rsid w:val="00A24469"/>
    <w:rsid w:val="00A25298"/>
    <w:rsid w:val="00A2652E"/>
    <w:rsid w:val="00A33932"/>
    <w:rsid w:val="00A3471A"/>
    <w:rsid w:val="00A34F25"/>
    <w:rsid w:val="00A354D2"/>
    <w:rsid w:val="00A35970"/>
    <w:rsid w:val="00A35B18"/>
    <w:rsid w:val="00A3649C"/>
    <w:rsid w:val="00A36FF3"/>
    <w:rsid w:val="00A370E6"/>
    <w:rsid w:val="00A41BDF"/>
    <w:rsid w:val="00A45D59"/>
    <w:rsid w:val="00A45DEE"/>
    <w:rsid w:val="00A462CA"/>
    <w:rsid w:val="00A47302"/>
    <w:rsid w:val="00A51331"/>
    <w:rsid w:val="00A51F9C"/>
    <w:rsid w:val="00A528E4"/>
    <w:rsid w:val="00A52FF9"/>
    <w:rsid w:val="00A53BD8"/>
    <w:rsid w:val="00A568EA"/>
    <w:rsid w:val="00A56AC7"/>
    <w:rsid w:val="00A56C65"/>
    <w:rsid w:val="00A61BAB"/>
    <w:rsid w:val="00A62443"/>
    <w:rsid w:val="00A62A7D"/>
    <w:rsid w:val="00A6516B"/>
    <w:rsid w:val="00A6516F"/>
    <w:rsid w:val="00A6548C"/>
    <w:rsid w:val="00A71603"/>
    <w:rsid w:val="00A737BB"/>
    <w:rsid w:val="00A76FAF"/>
    <w:rsid w:val="00A76FC8"/>
    <w:rsid w:val="00A811F8"/>
    <w:rsid w:val="00A86473"/>
    <w:rsid w:val="00A908FE"/>
    <w:rsid w:val="00A94497"/>
    <w:rsid w:val="00A959B5"/>
    <w:rsid w:val="00A96876"/>
    <w:rsid w:val="00AA02C2"/>
    <w:rsid w:val="00AA28CE"/>
    <w:rsid w:val="00AA41A0"/>
    <w:rsid w:val="00AA48D2"/>
    <w:rsid w:val="00AA6C6E"/>
    <w:rsid w:val="00AA6CC7"/>
    <w:rsid w:val="00AB290B"/>
    <w:rsid w:val="00AB30AA"/>
    <w:rsid w:val="00AB38D9"/>
    <w:rsid w:val="00AB4122"/>
    <w:rsid w:val="00AB5569"/>
    <w:rsid w:val="00AB777C"/>
    <w:rsid w:val="00AB7EED"/>
    <w:rsid w:val="00AC0997"/>
    <w:rsid w:val="00AC0F7E"/>
    <w:rsid w:val="00AC13E6"/>
    <w:rsid w:val="00AC472A"/>
    <w:rsid w:val="00AC6C42"/>
    <w:rsid w:val="00AC74B1"/>
    <w:rsid w:val="00AC7B2E"/>
    <w:rsid w:val="00AD1F00"/>
    <w:rsid w:val="00AD230F"/>
    <w:rsid w:val="00AD5F3A"/>
    <w:rsid w:val="00AE109D"/>
    <w:rsid w:val="00AE1935"/>
    <w:rsid w:val="00AE19D7"/>
    <w:rsid w:val="00AE1C8F"/>
    <w:rsid w:val="00AE36DA"/>
    <w:rsid w:val="00AE4604"/>
    <w:rsid w:val="00AE4A13"/>
    <w:rsid w:val="00AE4BCE"/>
    <w:rsid w:val="00AE6A8B"/>
    <w:rsid w:val="00AE6E32"/>
    <w:rsid w:val="00AF0425"/>
    <w:rsid w:val="00AF1904"/>
    <w:rsid w:val="00AF2C54"/>
    <w:rsid w:val="00AF6E2B"/>
    <w:rsid w:val="00AF7F24"/>
    <w:rsid w:val="00B01992"/>
    <w:rsid w:val="00B0391A"/>
    <w:rsid w:val="00B047C6"/>
    <w:rsid w:val="00B04BF5"/>
    <w:rsid w:val="00B05B30"/>
    <w:rsid w:val="00B05D17"/>
    <w:rsid w:val="00B10D1E"/>
    <w:rsid w:val="00B12598"/>
    <w:rsid w:val="00B125F5"/>
    <w:rsid w:val="00B12ED8"/>
    <w:rsid w:val="00B15EE2"/>
    <w:rsid w:val="00B161D5"/>
    <w:rsid w:val="00B1657B"/>
    <w:rsid w:val="00B17DD2"/>
    <w:rsid w:val="00B22EFE"/>
    <w:rsid w:val="00B2379C"/>
    <w:rsid w:val="00B2595E"/>
    <w:rsid w:val="00B279D6"/>
    <w:rsid w:val="00B27F0D"/>
    <w:rsid w:val="00B307CB"/>
    <w:rsid w:val="00B331C2"/>
    <w:rsid w:val="00B33A75"/>
    <w:rsid w:val="00B34384"/>
    <w:rsid w:val="00B36089"/>
    <w:rsid w:val="00B40034"/>
    <w:rsid w:val="00B4161A"/>
    <w:rsid w:val="00B441D7"/>
    <w:rsid w:val="00B47346"/>
    <w:rsid w:val="00B47FD5"/>
    <w:rsid w:val="00B51956"/>
    <w:rsid w:val="00B531EF"/>
    <w:rsid w:val="00B5336B"/>
    <w:rsid w:val="00B547A6"/>
    <w:rsid w:val="00B6140F"/>
    <w:rsid w:val="00B635E8"/>
    <w:rsid w:val="00B65273"/>
    <w:rsid w:val="00B70AC9"/>
    <w:rsid w:val="00B71AC4"/>
    <w:rsid w:val="00B72B94"/>
    <w:rsid w:val="00B74E48"/>
    <w:rsid w:val="00B75787"/>
    <w:rsid w:val="00B77164"/>
    <w:rsid w:val="00B8048B"/>
    <w:rsid w:val="00B81B53"/>
    <w:rsid w:val="00B8310C"/>
    <w:rsid w:val="00B843BF"/>
    <w:rsid w:val="00B84E98"/>
    <w:rsid w:val="00B84F09"/>
    <w:rsid w:val="00B8653C"/>
    <w:rsid w:val="00B87C37"/>
    <w:rsid w:val="00B87D34"/>
    <w:rsid w:val="00B90253"/>
    <w:rsid w:val="00B91949"/>
    <w:rsid w:val="00B93154"/>
    <w:rsid w:val="00B93AAD"/>
    <w:rsid w:val="00B94206"/>
    <w:rsid w:val="00B94DE2"/>
    <w:rsid w:val="00B97289"/>
    <w:rsid w:val="00B97DA5"/>
    <w:rsid w:val="00BA0DEC"/>
    <w:rsid w:val="00BA119B"/>
    <w:rsid w:val="00BA2083"/>
    <w:rsid w:val="00BA354B"/>
    <w:rsid w:val="00BB0738"/>
    <w:rsid w:val="00BB0BD0"/>
    <w:rsid w:val="00BB33C0"/>
    <w:rsid w:val="00BB6593"/>
    <w:rsid w:val="00BB7D7A"/>
    <w:rsid w:val="00BC0F00"/>
    <w:rsid w:val="00BC2B27"/>
    <w:rsid w:val="00BC6C0D"/>
    <w:rsid w:val="00BD1680"/>
    <w:rsid w:val="00BD4944"/>
    <w:rsid w:val="00BD505A"/>
    <w:rsid w:val="00BD75CA"/>
    <w:rsid w:val="00BE057A"/>
    <w:rsid w:val="00BE1113"/>
    <w:rsid w:val="00BE1DD1"/>
    <w:rsid w:val="00BE324C"/>
    <w:rsid w:val="00BE333E"/>
    <w:rsid w:val="00BE3425"/>
    <w:rsid w:val="00BE495C"/>
    <w:rsid w:val="00BE526D"/>
    <w:rsid w:val="00BE5F17"/>
    <w:rsid w:val="00BE69A9"/>
    <w:rsid w:val="00BF353D"/>
    <w:rsid w:val="00BF50E0"/>
    <w:rsid w:val="00BF5447"/>
    <w:rsid w:val="00BF6036"/>
    <w:rsid w:val="00BF6659"/>
    <w:rsid w:val="00BF7188"/>
    <w:rsid w:val="00C00918"/>
    <w:rsid w:val="00C04738"/>
    <w:rsid w:val="00C071DD"/>
    <w:rsid w:val="00C078D0"/>
    <w:rsid w:val="00C10369"/>
    <w:rsid w:val="00C14AFB"/>
    <w:rsid w:val="00C152A6"/>
    <w:rsid w:val="00C1596F"/>
    <w:rsid w:val="00C170A7"/>
    <w:rsid w:val="00C20788"/>
    <w:rsid w:val="00C24209"/>
    <w:rsid w:val="00C245B7"/>
    <w:rsid w:val="00C25C6B"/>
    <w:rsid w:val="00C27244"/>
    <w:rsid w:val="00C32496"/>
    <w:rsid w:val="00C32B8B"/>
    <w:rsid w:val="00C35C23"/>
    <w:rsid w:val="00C41FFB"/>
    <w:rsid w:val="00C426E3"/>
    <w:rsid w:val="00C44312"/>
    <w:rsid w:val="00C466F7"/>
    <w:rsid w:val="00C47D4C"/>
    <w:rsid w:val="00C47D74"/>
    <w:rsid w:val="00C503B6"/>
    <w:rsid w:val="00C50B4E"/>
    <w:rsid w:val="00C50C1E"/>
    <w:rsid w:val="00C50DC8"/>
    <w:rsid w:val="00C51C7B"/>
    <w:rsid w:val="00C531E4"/>
    <w:rsid w:val="00C55380"/>
    <w:rsid w:val="00C60092"/>
    <w:rsid w:val="00C62157"/>
    <w:rsid w:val="00C63E9A"/>
    <w:rsid w:val="00C675A0"/>
    <w:rsid w:val="00C72881"/>
    <w:rsid w:val="00C73391"/>
    <w:rsid w:val="00C73847"/>
    <w:rsid w:val="00C745F2"/>
    <w:rsid w:val="00C76EBA"/>
    <w:rsid w:val="00C77362"/>
    <w:rsid w:val="00C80D5C"/>
    <w:rsid w:val="00C82054"/>
    <w:rsid w:val="00C828AE"/>
    <w:rsid w:val="00C82F8E"/>
    <w:rsid w:val="00C8315E"/>
    <w:rsid w:val="00C837F9"/>
    <w:rsid w:val="00C85226"/>
    <w:rsid w:val="00C85951"/>
    <w:rsid w:val="00C86F6D"/>
    <w:rsid w:val="00C90383"/>
    <w:rsid w:val="00C90B9F"/>
    <w:rsid w:val="00C92DD8"/>
    <w:rsid w:val="00C951EF"/>
    <w:rsid w:val="00C956E5"/>
    <w:rsid w:val="00C9725E"/>
    <w:rsid w:val="00C97D13"/>
    <w:rsid w:val="00C97F99"/>
    <w:rsid w:val="00CA3A9D"/>
    <w:rsid w:val="00CA54CE"/>
    <w:rsid w:val="00CA6146"/>
    <w:rsid w:val="00CA735F"/>
    <w:rsid w:val="00CB22AC"/>
    <w:rsid w:val="00CB3E2D"/>
    <w:rsid w:val="00CB5D0A"/>
    <w:rsid w:val="00CC1909"/>
    <w:rsid w:val="00CC1FB2"/>
    <w:rsid w:val="00CC2DA5"/>
    <w:rsid w:val="00CC33DB"/>
    <w:rsid w:val="00CC4B65"/>
    <w:rsid w:val="00CC6FD9"/>
    <w:rsid w:val="00CC78C2"/>
    <w:rsid w:val="00CD0B83"/>
    <w:rsid w:val="00CD666E"/>
    <w:rsid w:val="00CD69F6"/>
    <w:rsid w:val="00CE053E"/>
    <w:rsid w:val="00CE4F32"/>
    <w:rsid w:val="00CF047F"/>
    <w:rsid w:val="00CF1C81"/>
    <w:rsid w:val="00CF521D"/>
    <w:rsid w:val="00CF54BA"/>
    <w:rsid w:val="00CF6BB8"/>
    <w:rsid w:val="00D013F8"/>
    <w:rsid w:val="00D0168D"/>
    <w:rsid w:val="00D01A5A"/>
    <w:rsid w:val="00D051D5"/>
    <w:rsid w:val="00D0553D"/>
    <w:rsid w:val="00D06A62"/>
    <w:rsid w:val="00D07B5D"/>
    <w:rsid w:val="00D102EA"/>
    <w:rsid w:val="00D1052A"/>
    <w:rsid w:val="00D10DB0"/>
    <w:rsid w:val="00D15878"/>
    <w:rsid w:val="00D1616F"/>
    <w:rsid w:val="00D16817"/>
    <w:rsid w:val="00D17534"/>
    <w:rsid w:val="00D20935"/>
    <w:rsid w:val="00D21D37"/>
    <w:rsid w:val="00D2326B"/>
    <w:rsid w:val="00D23B15"/>
    <w:rsid w:val="00D26FDF"/>
    <w:rsid w:val="00D27082"/>
    <w:rsid w:val="00D3013E"/>
    <w:rsid w:val="00D320A1"/>
    <w:rsid w:val="00D341F1"/>
    <w:rsid w:val="00D359A2"/>
    <w:rsid w:val="00D35A48"/>
    <w:rsid w:val="00D35B45"/>
    <w:rsid w:val="00D369A3"/>
    <w:rsid w:val="00D40121"/>
    <w:rsid w:val="00D40DBC"/>
    <w:rsid w:val="00D41ADE"/>
    <w:rsid w:val="00D41B24"/>
    <w:rsid w:val="00D42913"/>
    <w:rsid w:val="00D430FA"/>
    <w:rsid w:val="00D433BF"/>
    <w:rsid w:val="00D508F6"/>
    <w:rsid w:val="00D50BA5"/>
    <w:rsid w:val="00D542CF"/>
    <w:rsid w:val="00D5440B"/>
    <w:rsid w:val="00D5521F"/>
    <w:rsid w:val="00D55E8D"/>
    <w:rsid w:val="00D61D15"/>
    <w:rsid w:val="00D62A9A"/>
    <w:rsid w:val="00D63605"/>
    <w:rsid w:val="00D640BC"/>
    <w:rsid w:val="00D642D7"/>
    <w:rsid w:val="00D6762A"/>
    <w:rsid w:val="00D70AC1"/>
    <w:rsid w:val="00D726D1"/>
    <w:rsid w:val="00D73495"/>
    <w:rsid w:val="00D768D2"/>
    <w:rsid w:val="00D800EC"/>
    <w:rsid w:val="00D84987"/>
    <w:rsid w:val="00D84CF7"/>
    <w:rsid w:val="00D86092"/>
    <w:rsid w:val="00D86C4C"/>
    <w:rsid w:val="00D87A07"/>
    <w:rsid w:val="00D87F4C"/>
    <w:rsid w:val="00D915A1"/>
    <w:rsid w:val="00D9294F"/>
    <w:rsid w:val="00D95EED"/>
    <w:rsid w:val="00DA0F38"/>
    <w:rsid w:val="00DA3AD5"/>
    <w:rsid w:val="00DA3E82"/>
    <w:rsid w:val="00DA45EC"/>
    <w:rsid w:val="00DA46E5"/>
    <w:rsid w:val="00DA637D"/>
    <w:rsid w:val="00DB12E4"/>
    <w:rsid w:val="00DB3099"/>
    <w:rsid w:val="00DB3BEF"/>
    <w:rsid w:val="00DB4388"/>
    <w:rsid w:val="00DC3863"/>
    <w:rsid w:val="00DC6BE1"/>
    <w:rsid w:val="00DD0273"/>
    <w:rsid w:val="00DD0B97"/>
    <w:rsid w:val="00DD1A12"/>
    <w:rsid w:val="00DD31D7"/>
    <w:rsid w:val="00DD6470"/>
    <w:rsid w:val="00DD7E84"/>
    <w:rsid w:val="00DE1848"/>
    <w:rsid w:val="00DE2D49"/>
    <w:rsid w:val="00DE31D8"/>
    <w:rsid w:val="00DE3F03"/>
    <w:rsid w:val="00DF1DBD"/>
    <w:rsid w:val="00DF3486"/>
    <w:rsid w:val="00DF750F"/>
    <w:rsid w:val="00E04C29"/>
    <w:rsid w:val="00E076C4"/>
    <w:rsid w:val="00E124DC"/>
    <w:rsid w:val="00E13ED9"/>
    <w:rsid w:val="00E15997"/>
    <w:rsid w:val="00E2042C"/>
    <w:rsid w:val="00E21996"/>
    <w:rsid w:val="00E21ABB"/>
    <w:rsid w:val="00E24FFA"/>
    <w:rsid w:val="00E26B04"/>
    <w:rsid w:val="00E331C8"/>
    <w:rsid w:val="00E3469C"/>
    <w:rsid w:val="00E346E2"/>
    <w:rsid w:val="00E3509D"/>
    <w:rsid w:val="00E36083"/>
    <w:rsid w:val="00E36163"/>
    <w:rsid w:val="00E363F7"/>
    <w:rsid w:val="00E3671E"/>
    <w:rsid w:val="00E368D5"/>
    <w:rsid w:val="00E416CB"/>
    <w:rsid w:val="00E41D64"/>
    <w:rsid w:val="00E5022F"/>
    <w:rsid w:val="00E5286B"/>
    <w:rsid w:val="00E53CD1"/>
    <w:rsid w:val="00E56981"/>
    <w:rsid w:val="00E56B88"/>
    <w:rsid w:val="00E56E74"/>
    <w:rsid w:val="00E57BC0"/>
    <w:rsid w:val="00E63589"/>
    <w:rsid w:val="00E66D58"/>
    <w:rsid w:val="00E673E7"/>
    <w:rsid w:val="00E67F63"/>
    <w:rsid w:val="00E70A61"/>
    <w:rsid w:val="00E721C0"/>
    <w:rsid w:val="00E7256B"/>
    <w:rsid w:val="00E73EBB"/>
    <w:rsid w:val="00E80C7B"/>
    <w:rsid w:val="00E8126C"/>
    <w:rsid w:val="00E81A05"/>
    <w:rsid w:val="00E83192"/>
    <w:rsid w:val="00E83C7C"/>
    <w:rsid w:val="00E8466C"/>
    <w:rsid w:val="00E8509A"/>
    <w:rsid w:val="00E9058A"/>
    <w:rsid w:val="00E90A84"/>
    <w:rsid w:val="00E90C80"/>
    <w:rsid w:val="00E9105D"/>
    <w:rsid w:val="00E91B61"/>
    <w:rsid w:val="00E934A4"/>
    <w:rsid w:val="00E94B01"/>
    <w:rsid w:val="00E967AC"/>
    <w:rsid w:val="00E970C0"/>
    <w:rsid w:val="00EA1297"/>
    <w:rsid w:val="00EA6659"/>
    <w:rsid w:val="00EB347B"/>
    <w:rsid w:val="00EB3DF5"/>
    <w:rsid w:val="00EB4953"/>
    <w:rsid w:val="00EB497E"/>
    <w:rsid w:val="00EB4E2A"/>
    <w:rsid w:val="00EB7A70"/>
    <w:rsid w:val="00EC019C"/>
    <w:rsid w:val="00EC452D"/>
    <w:rsid w:val="00EC46E5"/>
    <w:rsid w:val="00EC4BE0"/>
    <w:rsid w:val="00EC6274"/>
    <w:rsid w:val="00EC66E1"/>
    <w:rsid w:val="00EC690C"/>
    <w:rsid w:val="00ED2006"/>
    <w:rsid w:val="00ED53C6"/>
    <w:rsid w:val="00ED5502"/>
    <w:rsid w:val="00EE1C35"/>
    <w:rsid w:val="00EE2497"/>
    <w:rsid w:val="00EE24B1"/>
    <w:rsid w:val="00EE4661"/>
    <w:rsid w:val="00EE4F7B"/>
    <w:rsid w:val="00EE5468"/>
    <w:rsid w:val="00EE63A0"/>
    <w:rsid w:val="00EF2CF3"/>
    <w:rsid w:val="00EF3F57"/>
    <w:rsid w:val="00EF5042"/>
    <w:rsid w:val="00EF690C"/>
    <w:rsid w:val="00F000B7"/>
    <w:rsid w:val="00F00817"/>
    <w:rsid w:val="00F00D22"/>
    <w:rsid w:val="00F01159"/>
    <w:rsid w:val="00F03D5F"/>
    <w:rsid w:val="00F04036"/>
    <w:rsid w:val="00F05423"/>
    <w:rsid w:val="00F062DE"/>
    <w:rsid w:val="00F06E49"/>
    <w:rsid w:val="00F11CAC"/>
    <w:rsid w:val="00F1443C"/>
    <w:rsid w:val="00F14C6C"/>
    <w:rsid w:val="00F17158"/>
    <w:rsid w:val="00F209A0"/>
    <w:rsid w:val="00F20AC8"/>
    <w:rsid w:val="00F2687D"/>
    <w:rsid w:val="00F26E42"/>
    <w:rsid w:val="00F2700E"/>
    <w:rsid w:val="00F307A8"/>
    <w:rsid w:val="00F30DD3"/>
    <w:rsid w:val="00F30E6F"/>
    <w:rsid w:val="00F31144"/>
    <w:rsid w:val="00F335BA"/>
    <w:rsid w:val="00F33954"/>
    <w:rsid w:val="00F34322"/>
    <w:rsid w:val="00F374D5"/>
    <w:rsid w:val="00F400E6"/>
    <w:rsid w:val="00F42CB6"/>
    <w:rsid w:val="00F432F9"/>
    <w:rsid w:val="00F43339"/>
    <w:rsid w:val="00F46250"/>
    <w:rsid w:val="00F46447"/>
    <w:rsid w:val="00F503F2"/>
    <w:rsid w:val="00F51E2A"/>
    <w:rsid w:val="00F53773"/>
    <w:rsid w:val="00F54CC6"/>
    <w:rsid w:val="00F55ECC"/>
    <w:rsid w:val="00F56DEA"/>
    <w:rsid w:val="00F63EC9"/>
    <w:rsid w:val="00F64363"/>
    <w:rsid w:val="00F647D6"/>
    <w:rsid w:val="00F64F2B"/>
    <w:rsid w:val="00F67801"/>
    <w:rsid w:val="00F67D28"/>
    <w:rsid w:val="00F70E2F"/>
    <w:rsid w:val="00F716A4"/>
    <w:rsid w:val="00F74A3A"/>
    <w:rsid w:val="00F750D9"/>
    <w:rsid w:val="00F754E0"/>
    <w:rsid w:val="00F763FE"/>
    <w:rsid w:val="00F770F0"/>
    <w:rsid w:val="00F7771A"/>
    <w:rsid w:val="00F809FD"/>
    <w:rsid w:val="00F82614"/>
    <w:rsid w:val="00F832AD"/>
    <w:rsid w:val="00F865FE"/>
    <w:rsid w:val="00F910D6"/>
    <w:rsid w:val="00F91795"/>
    <w:rsid w:val="00F936F3"/>
    <w:rsid w:val="00F93947"/>
    <w:rsid w:val="00F94560"/>
    <w:rsid w:val="00F94E75"/>
    <w:rsid w:val="00F95E82"/>
    <w:rsid w:val="00F963F7"/>
    <w:rsid w:val="00F972C8"/>
    <w:rsid w:val="00F97E2F"/>
    <w:rsid w:val="00FA0661"/>
    <w:rsid w:val="00FA3118"/>
    <w:rsid w:val="00FA39C6"/>
    <w:rsid w:val="00FA43E5"/>
    <w:rsid w:val="00FA45F1"/>
    <w:rsid w:val="00FA4FA5"/>
    <w:rsid w:val="00FB43F7"/>
    <w:rsid w:val="00FB548F"/>
    <w:rsid w:val="00FB7E52"/>
    <w:rsid w:val="00FC40B6"/>
    <w:rsid w:val="00FC5E79"/>
    <w:rsid w:val="00FC7061"/>
    <w:rsid w:val="00FD148B"/>
    <w:rsid w:val="00FD4686"/>
    <w:rsid w:val="00FD650D"/>
    <w:rsid w:val="00FE292A"/>
    <w:rsid w:val="00FE744B"/>
    <w:rsid w:val="00FE7F42"/>
    <w:rsid w:val="00FF3B4D"/>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 w:type="paragraph" w:styleId="Revision">
    <w:name w:val="Revision"/>
    <w:hidden/>
    <w:uiPriority w:val="99"/>
    <w:semiHidden/>
    <w:rsid w:val="00216EED"/>
    <w:pPr>
      <w:spacing w:after="0" w:line="240" w:lineRule="auto"/>
    </w:pPr>
    <w:rPr>
      <w:color w:val="000000" w:themeColor="text2"/>
      <w:sz w:val="20"/>
    </w:rPr>
  </w:style>
  <w:style w:type="character" w:styleId="Strong">
    <w:name w:val="Strong"/>
    <w:basedOn w:val="DefaultParagraphFont"/>
    <w:qFormat/>
    <w:rsid w:val="003228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559768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295184141">
      <w:bodyDiv w:val="1"/>
      <w:marLeft w:val="0"/>
      <w:marRight w:val="0"/>
      <w:marTop w:val="0"/>
      <w:marBottom w:val="0"/>
      <w:divBdr>
        <w:top w:val="none" w:sz="0" w:space="0" w:color="auto"/>
        <w:left w:val="none" w:sz="0" w:space="0" w:color="auto"/>
        <w:bottom w:val="none" w:sz="0" w:space="0" w:color="auto"/>
        <w:right w:val="none" w:sz="0" w:space="0" w:color="auto"/>
      </w:divBdr>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64927167">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18336144">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09517885">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 w:id="2062438670">
      <w:bodyDiv w:val="1"/>
      <w:marLeft w:val="0"/>
      <w:marRight w:val="0"/>
      <w:marTop w:val="0"/>
      <w:marBottom w:val="0"/>
      <w:divBdr>
        <w:top w:val="none" w:sz="0" w:space="0" w:color="auto"/>
        <w:left w:val="none" w:sz="0" w:space="0" w:color="auto"/>
        <w:bottom w:val="none" w:sz="0" w:space="0" w:color="auto"/>
        <w:right w:val="none" w:sz="0" w:space="0" w:color="auto"/>
      </w:divBdr>
    </w:div>
    <w:div w:id="210410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iryna.gaidai@plan-international.org" TargetMode="External"/><Relationship Id="rId26" Type="http://schemas.openxmlformats.org/officeDocument/2006/relationships/hyperlink" Target="mailto:lesia.tsipkun@plan-international.org" TargetMode="External"/><Relationship Id="rId3" Type="http://schemas.openxmlformats.org/officeDocument/2006/relationships/customXml" Target="../customXml/item3.xml"/><Relationship Id="rId21" Type="http://schemas.openxmlformats.org/officeDocument/2006/relationships/hyperlink" Target="mailto:ukraine.procurement@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Mykhailo.Prokopets@plan-international.org" TargetMode="External"/><Relationship Id="rId25" Type="http://schemas.openxmlformats.org/officeDocument/2006/relationships/hyperlink" Target="mailto:ukraine.procurement@plan-international.org" TargetMode="External"/><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https://plan-international.org/strategy"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iryna.gaidai@plan-international.org"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Mykhailo.Prokopets@plan-international.org" TargetMode="External"/><Relationship Id="rId28" Type="http://schemas.openxmlformats.org/officeDocument/2006/relationships/hyperlink" Target="mailto:iryna.gaidai@plan-international.org" TargetMode="External"/><Relationship Id="rId10" Type="http://schemas.openxmlformats.org/officeDocument/2006/relationships/endnotes" Target="endnotes.xml"/><Relationship Id="rId19" Type="http://schemas.openxmlformats.org/officeDocument/2006/relationships/image" Target="media/image5.jpe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lesia.tsipkun@plan-international.org" TargetMode="External"/><Relationship Id="rId27" Type="http://schemas.openxmlformats.org/officeDocument/2006/relationships/hyperlink" Target="mailto:Mykhailo.Prokopets@plan-international.org"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TranslatedLang xmlns="1b122236-6729-4aff-b508-8c68f4f9ee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B1D29BC052B7443B1E1C1ADE9D416D9" ma:contentTypeVersion="19" ma:contentTypeDescription="Створення нового документа." ma:contentTypeScope="" ma:versionID="7054fbd9f61928dff9cb1792d605dd9b">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d4cdcb8f487af65504da923fcad50024"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element ref="ns2:TranslatedLa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Теги зображень"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element name="TranslatedLang" ma:index="26" nillable="true" ma:displayName="Translated Language" ma:internalName="TranslatedLang">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2.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3.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4.xml><?xml version="1.0" encoding="utf-8"?>
<ds:datastoreItem xmlns:ds="http://schemas.openxmlformats.org/officeDocument/2006/customXml" ds:itemID="{059EE6E3-3161-48CF-AF07-19DB43F1188C}"/>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565</TotalTime>
  <Pages>6</Pages>
  <Words>1805</Words>
  <Characters>10289</Characters>
  <Application>Microsoft Office Word</Application>
  <DocSecurity>0</DocSecurity>
  <Lines>85</Lines>
  <Paragraphs>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Iryna Gaidai</cp:lastModifiedBy>
  <cp:revision>219</cp:revision>
  <cp:lastPrinted>2015-05-18T13:41:00Z</cp:lastPrinted>
  <dcterms:created xsi:type="dcterms:W3CDTF">2024-10-08T10:28:00Z</dcterms:created>
  <dcterms:modified xsi:type="dcterms:W3CDTF">2025-10-09T10:15:00Z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